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3E0" w:rsidRPr="00FA30BF" w:rsidRDefault="00CA03E0" w:rsidP="001D499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/>
        </w:rPr>
      </w:pPr>
    </w:p>
    <w:p w:rsidR="00CA03E0" w:rsidRPr="0006041C" w:rsidRDefault="00CA03E0" w:rsidP="0006041C">
      <w:pPr>
        <w:rPr>
          <w:rFonts w:ascii="Times New Roman" w:hAnsi="Times New Roman"/>
          <w:lang w:val="sr-Cyrl-CS"/>
        </w:rPr>
      </w:pPr>
      <w:r w:rsidRPr="00EB6471">
        <w:rPr>
          <w:rFonts w:ascii="Times New Roman" w:hAnsi="Times New Roman"/>
          <w:lang w:val="sr-Cyrl-CS"/>
        </w:rPr>
        <w:t xml:space="preserve">На основу чл.99 и 100. Закона о планирању и изградњи („ Службени гласник </w:t>
      </w:r>
      <w:r w:rsidRPr="00EB6471">
        <w:rPr>
          <w:rFonts w:ascii="Times New Roman" w:hAnsi="Times New Roman"/>
        </w:rPr>
        <w:t>РС“, бр.72/2009, 81/2009-испр., 64/2010-одлука УС, 24/2011, 121/2012, 42/2013-одлука УС, 50/2013-одлука УС, 98/2013-одлука УС, 132/2014</w:t>
      </w:r>
      <w:r w:rsidRPr="00EB6471">
        <w:rPr>
          <w:rFonts w:ascii="Times New Roman" w:hAnsi="Times New Roman"/>
          <w:lang w:val="sr-Cyrl-CS"/>
        </w:rPr>
        <w:t xml:space="preserve">, </w:t>
      </w:r>
      <w:r w:rsidRPr="00EB6471">
        <w:rPr>
          <w:rFonts w:ascii="Times New Roman" w:hAnsi="Times New Roman"/>
        </w:rPr>
        <w:t>145/2014</w:t>
      </w:r>
      <w:r w:rsidRPr="00EB6471">
        <w:rPr>
          <w:rFonts w:ascii="Times New Roman" w:hAnsi="Times New Roman"/>
          <w:lang w:val="sr-Cyrl-CS"/>
        </w:rPr>
        <w:t xml:space="preserve"> и 83/18</w:t>
      </w:r>
      <w:r w:rsidRPr="00EB6471">
        <w:rPr>
          <w:rFonts w:ascii="Times New Roman" w:hAnsi="Times New Roman"/>
        </w:rPr>
        <w:t>)</w:t>
      </w:r>
      <w:r w:rsidRPr="00EB6471">
        <w:rPr>
          <w:rFonts w:ascii="Times New Roman" w:hAnsi="Times New Roman"/>
          <w:lang w:val="sr-Cyrl-CS"/>
        </w:rPr>
        <w:t xml:space="preserve">, чл.13. Одлуке о грађевинском земљишту у јавној својини града Врања </w:t>
      </w:r>
      <w:r w:rsidRPr="00EB6471">
        <w:rPr>
          <w:rFonts w:ascii="Times New Roman" w:hAnsi="Times New Roman"/>
        </w:rPr>
        <w:t xml:space="preserve"> („Сл. гласник града Врања“, бр. 44/16)</w:t>
      </w:r>
      <w:r w:rsidRPr="00EB6471">
        <w:rPr>
          <w:rFonts w:ascii="Times New Roman" w:hAnsi="Times New Roman"/>
          <w:lang w:val="sr-Cyrl-CS"/>
        </w:rPr>
        <w:t xml:space="preserve">  </w:t>
      </w:r>
      <w:r w:rsidRPr="00EB6471">
        <w:rPr>
          <w:rFonts w:ascii="Times New Roman" w:hAnsi="Times New Roman"/>
        </w:rPr>
        <w:t xml:space="preserve">чл. 32. став 1. тачка 22) и 24) Статута града Врања („ Сл.гласник града Врања“, бр. </w:t>
      </w:r>
      <w:r w:rsidRPr="00EB6471">
        <w:rPr>
          <w:rFonts w:ascii="Times New Roman" w:hAnsi="Times New Roman"/>
          <w:lang w:val="sr-Cyrl-CS"/>
        </w:rPr>
        <w:t>37</w:t>
      </w:r>
      <w:r w:rsidRPr="00EB6471">
        <w:rPr>
          <w:rFonts w:ascii="Times New Roman" w:hAnsi="Times New Roman"/>
        </w:rPr>
        <w:t>/18-пречишћен те</w:t>
      </w:r>
      <w:r w:rsidRPr="00EB6471">
        <w:rPr>
          <w:rFonts w:ascii="Times New Roman" w:hAnsi="Times New Roman"/>
          <w:lang w:val="sr-Cyrl-CS"/>
        </w:rPr>
        <w:t>кст</w:t>
      </w:r>
      <w:r w:rsidRPr="00EB6471">
        <w:rPr>
          <w:rFonts w:ascii="Times New Roman" w:hAnsi="Times New Roman"/>
        </w:rPr>
        <w:t>),</w:t>
      </w:r>
      <w:r w:rsidRPr="00EB6471">
        <w:rPr>
          <w:rFonts w:ascii="Times New Roman" w:hAnsi="Times New Roman"/>
          <w:lang w:val="sr-Cyrl-CS"/>
        </w:rPr>
        <w:t>Скупштина града Врања, на седници одржа</w:t>
      </w:r>
      <w:r>
        <w:rPr>
          <w:rFonts w:ascii="Times New Roman" w:hAnsi="Times New Roman"/>
          <w:lang w:val="sr-Cyrl-CS"/>
        </w:rPr>
        <w:t>ној 25.01.</w:t>
      </w:r>
      <w:r w:rsidRPr="00EB6471">
        <w:rPr>
          <w:rFonts w:ascii="Times New Roman" w:hAnsi="Times New Roman"/>
          <w:lang w:val="sr-Cyrl-CS"/>
        </w:rPr>
        <w:t xml:space="preserve">2019.године, донела је </w:t>
      </w: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E623B2">
        <w:rPr>
          <w:rFonts w:ascii="Times New Roman" w:hAnsi="Times New Roman"/>
          <w:b/>
          <w:bCs/>
          <w:sz w:val="24"/>
          <w:szCs w:val="24"/>
        </w:rPr>
        <w:t xml:space="preserve">П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E623B2">
        <w:rPr>
          <w:rFonts w:ascii="Times New Roman" w:hAnsi="Times New Roman"/>
          <w:b/>
          <w:bCs/>
          <w:sz w:val="24"/>
          <w:szCs w:val="24"/>
        </w:rPr>
        <w:t xml:space="preserve"> Р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 </w:t>
      </w:r>
      <w:r w:rsidRPr="00E623B2">
        <w:rPr>
          <w:rFonts w:ascii="Times New Roman" w:hAnsi="Times New Roman"/>
          <w:b/>
          <w:bCs/>
          <w:sz w:val="24"/>
          <w:szCs w:val="24"/>
        </w:rPr>
        <w:t xml:space="preserve">  О  Г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E623B2">
        <w:rPr>
          <w:rFonts w:ascii="Times New Roman" w:hAnsi="Times New Roman"/>
          <w:b/>
          <w:bCs/>
          <w:sz w:val="24"/>
          <w:szCs w:val="24"/>
        </w:rPr>
        <w:t xml:space="preserve">  Р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 </w:t>
      </w:r>
      <w:r w:rsidRPr="00E623B2">
        <w:rPr>
          <w:rFonts w:ascii="Times New Roman" w:hAnsi="Times New Roman"/>
          <w:b/>
          <w:bCs/>
          <w:sz w:val="24"/>
          <w:szCs w:val="24"/>
        </w:rPr>
        <w:t xml:space="preserve"> А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E623B2">
        <w:rPr>
          <w:rFonts w:ascii="Times New Roman" w:hAnsi="Times New Roman"/>
          <w:b/>
          <w:bCs/>
          <w:sz w:val="24"/>
          <w:szCs w:val="24"/>
        </w:rPr>
        <w:t xml:space="preserve"> М</w:t>
      </w:r>
    </w:p>
    <w:p w:rsidR="00CA03E0" w:rsidRPr="00343E10" w:rsidRDefault="00CA03E0" w:rsidP="00906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23B2">
        <w:rPr>
          <w:rFonts w:ascii="Times New Roman" w:hAnsi="Times New Roman"/>
          <w:b/>
          <w:bCs/>
          <w:sz w:val="24"/>
          <w:szCs w:val="24"/>
        </w:rPr>
        <w:t>ОТУЂЕЊА ГРАЂЕВИНСКОГ ЗЕМЉИШТА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23B2">
        <w:rPr>
          <w:rFonts w:ascii="Times New Roman" w:hAnsi="Times New Roman"/>
          <w:b/>
          <w:bCs/>
          <w:sz w:val="24"/>
          <w:szCs w:val="24"/>
        </w:rPr>
        <w:t>У ЈАВНОЈ СВОЈИНИ ГРАДА ВРАЊА ЗА 201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9</w:t>
      </w:r>
      <w:r w:rsidRPr="00E623B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E623B2">
        <w:rPr>
          <w:rFonts w:ascii="Times New Roman" w:hAnsi="Times New Roman"/>
          <w:b/>
          <w:bCs/>
          <w:sz w:val="24"/>
          <w:szCs w:val="24"/>
        </w:rPr>
        <w:t>ГОДИНУ</w:t>
      </w: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623B2">
        <w:rPr>
          <w:rFonts w:ascii="Times New Roman" w:hAnsi="Times New Roman"/>
          <w:bCs/>
          <w:sz w:val="24"/>
          <w:szCs w:val="24"/>
        </w:rPr>
        <w:t>I</w:t>
      </w: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3B2">
        <w:rPr>
          <w:rFonts w:ascii="Times New Roman" w:hAnsi="Times New Roman"/>
          <w:sz w:val="24"/>
          <w:szCs w:val="24"/>
        </w:rPr>
        <w:tab/>
        <w:t>Програм отуђења грађевинског земљишта у ја</w:t>
      </w:r>
      <w:r>
        <w:rPr>
          <w:rFonts w:ascii="Times New Roman" w:hAnsi="Times New Roman"/>
          <w:sz w:val="24"/>
          <w:szCs w:val="24"/>
        </w:rPr>
        <w:t>вној својини града Врања за 201</w:t>
      </w:r>
      <w:r>
        <w:rPr>
          <w:rFonts w:ascii="Times New Roman" w:hAnsi="Times New Roman"/>
          <w:sz w:val="24"/>
          <w:szCs w:val="24"/>
          <w:lang w:val="sr-Cyrl-CS"/>
        </w:rPr>
        <w:t>9</w:t>
      </w:r>
      <w:r w:rsidRPr="00E623B2">
        <w:rPr>
          <w:rFonts w:ascii="Times New Roman" w:hAnsi="Times New Roman"/>
          <w:sz w:val="24"/>
          <w:szCs w:val="24"/>
        </w:rPr>
        <w:t>. годину (у даљем тексту: Програм) садржи текстуални део и прилог локација са ознакама локација и бројевима катастарских парцела, за које се на основу планске документације и условима садржаним у закону, пратећим подзаконским актима и Одлуци о грађевинском земљишту у јавној својини града Врања (у даљем тексту: Одлука), може вршити отуђење из јавне својине града Врања.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623B2">
        <w:rPr>
          <w:rFonts w:ascii="Times New Roman" w:hAnsi="Times New Roman"/>
          <w:bCs/>
          <w:sz w:val="24"/>
          <w:szCs w:val="24"/>
        </w:rPr>
        <w:t>II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3B2">
        <w:rPr>
          <w:rFonts w:ascii="Times New Roman" w:hAnsi="Times New Roman"/>
          <w:sz w:val="24"/>
          <w:szCs w:val="24"/>
        </w:rPr>
        <w:tab/>
        <w:t>Грађевинско земљиште у јавној својини града Врања се отуђује из јавне својине, полазећи од тржишне вредности непокретности, која се утврђује на основу извештаја Пореске управе Министарства финансија или вештачењем преко судског вештака.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623B2">
        <w:rPr>
          <w:rFonts w:ascii="Times New Roman" w:hAnsi="Times New Roman"/>
          <w:sz w:val="24"/>
          <w:szCs w:val="24"/>
        </w:rPr>
        <w:t>Грађевинско земљиште се може отуђити из јавне својине у поступку јавног надметања, односно прикупљања писмених понуда, путем јавног оглашавања, у складу са законом, пратећим подзаконским актима и Одлуком.</w:t>
      </w: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E623B2">
        <w:rPr>
          <w:rFonts w:ascii="Times New Roman" w:hAnsi="Times New Roman"/>
          <w:sz w:val="24"/>
          <w:szCs w:val="24"/>
        </w:rPr>
        <w:t>Изузетно од одредбе става 2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E623B2">
        <w:rPr>
          <w:rFonts w:ascii="Times New Roman" w:hAnsi="Times New Roman"/>
          <w:sz w:val="24"/>
          <w:szCs w:val="24"/>
        </w:rPr>
        <w:t xml:space="preserve"> овог члана, грађевинско земљиште се може отуђити из јавне својине непосредном погодбом, у случајевима, на начин и по поступку утврђеним законом, пратећим подзаконским актима и Одлуком.</w:t>
      </w:r>
    </w:p>
    <w:p w:rsidR="00CA03E0" w:rsidRPr="00343E10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623B2">
        <w:rPr>
          <w:rFonts w:ascii="Times New Roman" w:hAnsi="Times New Roman"/>
          <w:bCs/>
          <w:sz w:val="24"/>
          <w:szCs w:val="24"/>
        </w:rPr>
        <w:t>III</w:t>
      </w: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623B2">
        <w:rPr>
          <w:rFonts w:ascii="Times New Roman" w:hAnsi="Times New Roman"/>
          <w:sz w:val="24"/>
          <w:szCs w:val="24"/>
        </w:rPr>
        <w:t>Грађевинско земљиште се може отуђити из јавне својине са парцела на локацијама утврђеним овим Програмом и то: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CA03E0" w:rsidRPr="00B67559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7559">
        <w:rPr>
          <w:rFonts w:ascii="Times New Roman" w:hAnsi="Times New Roman"/>
          <w:sz w:val="24"/>
          <w:szCs w:val="24"/>
        </w:rPr>
        <w:t>Локација бр. 1 (</w:t>
      </w:r>
      <w:r>
        <w:rPr>
          <w:rFonts w:ascii="Times New Roman" w:hAnsi="Times New Roman"/>
          <w:sz w:val="24"/>
          <w:szCs w:val="24"/>
          <w:lang w:val="sr-Cyrl-CS"/>
        </w:rPr>
        <w:t>23</w:t>
      </w:r>
      <w:r w:rsidRPr="00B67559">
        <w:rPr>
          <w:rFonts w:ascii="Times New Roman" w:hAnsi="Times New Roman"/>
          <w:sz w:val="24"/>
          <w:szCs w:val="24"/>
        </w:rPr>
        <w:t xml:space="preserve">  грађевинске парцеле) - у улици Иве Андрића; </w:t>
      </w:r>
    </w:p>
    <w:p w:rsidR="00CA03E0" w:rsidRPr="00B67559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7559">
        <w:rPr>
          <w:rFonts w:ascii="Times New Roman" w:hAnsi="Times New Roman"/>
          <w:sz w:val="24"/>
          <w:szCs w:val="24"/>
        </w:rPr>
        <w:t xml:space="preserve">Локација бр. 2 (22  грађевинске парцеле) - у улици Будислава Шошкића; </w:t>
      </w:r>
    </w:p>
    <w:p w:rsidR="00CA03E0" w:rsidRPr="00B67559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7559">
        <w:rPr>
          <w:rFonts w:ascii="Times New Roman" w:hAnsi="Times New Roman"/>
          <w:sz w:val="24"/>
          <w:szCs w:val="24"/>
        </w:rPr>
        <w:t xml:space="preserve">Локација бр. 3 (4  грађевинске парцеле)- у улици </w:t>
      </w:r>
      <w:r w:rsidRPr="00B67559">
        <w:rPr>
          <w:rFonts w:ascii="Times New Roman" w:hAnsi="Times New Roman"/>
          <w:sz w:val="24"/>
          <w:szCs w:val="24"/>
          <w:lang w:val="sr-Cyrl-CS"/>
        </w:rPr>
        <w:t>Виктор Бубањ</w:t>
      </w:r>
      <w:r w:rsidRPr="00B67559">
        <w:rPr>
          <w:rFonts w:ascii="Times New Roman" w:hAnsi="Times New Roman"/>
          <w:sz w:val="24"/>
          <w:szCs w:val="24"/>
        </w:rPr>
        <w:t>;</w:t>
      </w:r>
    </w:p>
    <w:p w:rsidR="00CA03E0" w:rsidRPr="00B67559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7559">
        <w:rPr>
          <w:rFonts w:ascii="Times New Roman" w:hAnsi="Times New Roman"/>
          <w:sz w:val="24"/>
          <w:szCs w:val="24"/>
        </w:rPr>
        <w:t>Локација бр. 4 (1  грађевинска п</w:t>
      </w:r>
      <w:r>
        <w:rPr>
          <w:rFonts w:ascii="Times New Roman" w:hAnsi="Times New Roman"/>
          <w:sz w:val="24"/>
          <w:szCs w:val="24"/>
        </w:rPr>
        <w:t xml:space="preserve">арцела)- у </w:t>
      </w:r>
      <w:r>
        <w:rPr>
          <w:rFonts w:ascii="Times New Roman" w:hAnsi="Times New Roman"/>
          <w:sz w:val="24"/>
          <w:szCs w:val="24"/>
          <w:lang w:val="sr-Cyrl-CS"/>
        </w:rPr>
        <w:t>углу улица Новосадске и Бранка Радичевића</w:t>
      </w:r>
      <w:r w:rsidRPr="00B67559">
        <w:rPr>
          <w:rFonts w:ascii="Times New Roman" w:hAnsi="Times New Roman"/>
          <w:sz w:val="24"/>
          <w:szCs w:val="24"/>
        </w:rPr>
        <w:t>;</w:t>
      </w:r>
    </w:p>
    <w:p w:rsidR="00CA03E0" w:rsidRPr="00B67559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7559">
        <w:rPr>
          <w:rFonts w:ascii="Times New Roman" w:hAnsi="Times New Roman"/>
          <w:sz w:val="24"/>
          <w:szCs w:val="24"/>
        </w:rPr>
        <w:t>Локација бр. 5 (</w:t>
      </w:r>
      <w:r w:rsidRPr="00B67559">
        <w:rPr>
          <w:rFonts w:ascii="Times New Roman" w:hAnsi="Times New Roman"/>
          <w:sz w:val="24"/>
          <w:szCs w:val="24"/>
          <w:lang w:val="sr-Cyrl-CS"/>
        </w:rPr>
        <w:t>1</w:t>
      </w:r>
      <w:r w:rsidRPr="00B67559">
        <w:rPr>
          <w:rFonts w:ascii="Times New Roman" w:hAnsi="Times New Roman"/>
          <w:sz w:val="24"/>
          <w:szCs w:val="24"/>
        </w:rPr>
        <w:t xml:space="preserve"> грађевинск</w:t>
      </w:r>
      <w:r w:rsidRPr="00B67559">
        <w:rPr>
          <w:rFonts w:ascii="Times New Roman" w:hAnsi="Times New Roman"/>
          <w:sz w:val="24"/>
          <w:szCs w:val="24"/>
          <w:lang w:val="sr-Cyrl-CS"/>
        </w:rPr>
        <w:t>а</w:t>
      </w:r>
      <w:r w:rsidRPr="00B67559">
        <w:rPr>
          <w:rFonts w:ascii="Times New Roman" w:hAnsi="Times New Roman"/>
          <w:sz w:val="24"/>
          <w:szCs w:val="24"/>
        </w:rPr>
        <w:t xml:space="preserve"> парцел</w:t>
      </w:r>
      <w:r w:rsidRPr="00B67559">
        <w:rPr>
          <w:rFonts w:ascii="Times New Roman" w:hAnsi="Times New Roman"/>
          <w:sz w:val="24"/>
          <w:szCs w:val="24"/>
          <w:lang w:val="sr-Cyrl-CS"/>
        </w:rPr>
        <w:t>а</w:t>
      </w:r>
      <w:r w:rsidRPr="00B67559">
        <w:rPr>
          <w:rFonts w:ascii="Times New Roman" w:hAnsi="Times New Roman"/>
          <w:sz w:val="24"/>
          <w:szCs w:val="24"/>
        </w:rPr>
        <w:t>) – у блоку Париске комуне, Булевар Авној-а и улице Моше Пијаде;</w:t>
      </w:r>
    </w:p>
    <w:p w:rsidR="00CA03E0" w:rsidRPr="00B67559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7559">
        <w:rPr>
          <w:rFonts w:ascii="Times New Roman" w:hAnsi="Times New Roman"/>
          <w:sz w:val="24"/>
          <w:szCs w:val="24"/>
        </w:rPr>
        <w:t>Локација бр. 6 (</w:t>
      </w:r>
      <w:r>
        <w:rPr>
          <w:rFonts w:ascii="Times New Roman" w:hAnsi="Times New Roman"/>
          <w:sz w:val="24"/>
          <w:szCs w:val="24"/>
          <w:lang w:val="sr-Cyrl-CS"/>
        </w:rPr>
        <w:t>8</w:t>
      </w:r>
      <w:r w:rsidRPr="00B67559">
        <w:rPr>
          <w:rFonts w:ascii="Times New Roman" w:hAnsi="Times New Roman"/>
          <w:sz w:val="24"/>
          <w:szCs w:val="24"/>
        </w:rPr>
        <w:t xml:space="preserve"> грађевинске парцеле) – у привредно радној зони Бунушевац;</w:t>
      </w:r>
    </w:p>
    <w:p w:rsidR="00CA03E0" w:rsidRPr="00B67559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B67559">
        <w:rPr>
          <w:rFonts w:ascii="Times New Roman" w:hAnsi="Times New Roman"/>
          <w:sz w:val="24"/>
          <w:szCs w:val="24"/>
        </w:rPr>
        <w:t>Локација бр.7 (2 грађевинске парцеле) – у Врањској Бањи</w:t>
      </w:r>
      <w:r w:rsidRPr="00B67559">
        <w:rPr>
          <w:rFonts w:ascii="Times New Roman" w:hAnsi="Times New Roman"/>
          <w:sz w:val="24"/>
          <w:szCs w:val="24"/>
          <w:lang w:val="sr-Cyrl-CS"/>
        </w:rPr>
        <w:t>;</w:t>
      </w:r>
    </w:p>
    <w:p w:rsidR="00CA03E0" w:rsidRPr="00B67559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B67559">
        <w:rPr>
          <w:rFonts w:ascii="Times New Roman" w:hAnsi="Times New Roman"/>
          <w:sz w:val="24"/>
          <w:szCs w:val="24"/>
          <w:lang w:val="sr-Cyrl-CS"/>
        </w:rPr>
        <w:t>Локација бр. 8 ( 2 грађевинске парцеле) -  у Кривој Феји;</w:t>
      </w:r>
    </w:p>
    <w:p w:rsidR="00CA03E0" w:rsidRPr="00356A90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B67559">
        <w:rPr>
          <w:rFonts w:ascii="Times New Roman" w:hAnsi="Times New Roman"/>
          <w:sz w:val="24"/>
          <w:szCs w:val="24"/>
          <w:lang w:val="sr-Cyrl-CS"/>
        </w:rPr>
        <w:t>Локација бр. 9( 3 грађевинске парцеле) – у Врањској Бањи;</w:t>
      </w:r>
    </w:p>
    <w:p w:rsidR="00CA03E0" w:rsidRPr="00B67559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Локација бр.10(</w:t>
      </w:r>
      <w:r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 xml:space="preserve"> грађевинске парцеле) – у улици Француској;</w:t>
      </w:r>
    </w:p>
    <w:p w:rsidR="00CA03E0" w:rsidRPr="00B67559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Локација бр.11</w:t>
      </w:r>
      <w:r w:rsidRPr="00B67559">
        <w:rPr>
          <w:rFonts w:ascii="Times New Roman" w:hAnsi="Times New Roman"/>
          <w:sz w:val="24"/>
          <w:szCs w:val="24"/>
          <w:lang w:val="sr-Cyrl-CS"/>
        </w:rPr>
        <w:t>( 1 грађевинска парцела) –</w:t>
      </w:r>
      <w:r>
        <w:rPr>
          <w:rFonts w:ascii="Times New Roman" w:hAnsi="Times New Roman"/>
          <w:sz w:val="24"/>
          <w:szCs w:val="24"/>
          <w:lang w:val="sr-Cyrl-CS"/>
        </w:rPr>
        <w:t xml:space="preserve"> у улици Боре Станковића</w:t>
      </w:r>
      <w:r w:rsidRPr="00B67559">
        <w:rPr>
          <w:rFonts w:ascii="Times New Roman" w:hAnsi="Times New Roman"/>
          <w:sz w:val="24"/>
          <w:szCs w:val="24"/>
          <w:lang w:val="sr-Cyrl-CS"/>
        </w:rPr>
        <w:t>;</w:t>
      </w:r>
    </w:p>
    <w:p w:rsidR="00CA03E0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Локација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бр.12( 3 грађевинске парцеле) – у улици Чеде Стајића;</w:t>
      </w:r>
    </w:p>
    <w:p w:rsidR="00CA03E0" w:rsidRDefault="00CA03E0" w:rsidP="00B675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Локација бр. 13( 1 грађевинска парцела) – у улици Радоје Дакића;</w:t>
      </w:r>
    </w:p>
    <w:p w:rsidR="00CA03E0" w:rsidRDefault="00CA03E0" w:rsidP="00CC316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Локација бр. 14( 1 грађевинска парцела) – у улици Ситничкој;</w:t>
      </w:r>
    </w:p>
    <w:p w:rsidR="00CA03E0" w:rsidRPr="00CC316A" w:rsidRDefault="00CA03E0" w:rsidP="00CC316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Локација бр. 15 ( грађевинска парцела) – у улици Генерала Белимарковића;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623B2">
        <w:rPr>
          <w:rFonts w:ascii="Times New Roman" w:hAnsi="Times New Roman"/>
          <w:bCs/>
          <w:sz w:val="24"/>
          <w:szCs w:val="24"/>
        </w:rPr>
        <w:t>IV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ab/>
        <w:t>Ι. Локација бр. 1 (</w:t>
      </w:r>
      <w:r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 xml:space="preserve">23 </w:t>
      </w:r>
      <w:r w:rsidRPr="00E623B2">
        <w:rPr>
          <w:rFonts w:ascii="Times New Roman" w:hAnsi="Times New Roman"/>
          <w:b/>
          <w:bCs/>
          <w:i/>
          <w:iCs/>
          <w:sz w:val="24"/>
          <w:szCs w:val="24"/>
        </w:rPr>
        <w:t xml:space="preserve"> грађевинске парцеле) - у улици Иве Андрића. 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3B2">
        <w:rPr>
          <w:rFonts w:ascii="Times New Roman" w:hAnsi="Times New Roman"/>
          <w:sz w:val="24"/>
          <w:szCs w:val="24"/>
        </w:rPr>
        <w:t xml:space="preserve"> намена – становање малих густина – (изградњa двојних стамбених објеката), на основу услова предвиђених у Плану Генералне регулације зоне 2 у Врању (Сл. Гласник града Врања бр.33/2011)  и Урбанистичком пројекту потеза између улица Иве Андића, Предрага Девеџића, Будислава Шошкића и Чегарске, по степену комуналне опремљености налази се на граници друге и треће зоне.</w:t>
      </w: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/>
          <w:sz w:val="24"/>
          <w:szCs w:val="24"/>
          <w:lang w:val="sr-Cyrl-CS"/>
        </w:rPr>
      </w:pP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E623B2">
        <w:rPr>
          <w:rFonts w:ascii="Times New Roman" w:hAnsi="Times New Roman"/>
          <w:sz w:val="24"/>
          <w:szCs w:val="24"/>
        </w:rPr>
        <w:t>На предметној локацији, предмет овог програма су следеће парцеле:</w:t>
      </w:r>
    </w:p>
    <w:p w:rsidR="00CA03E0" w:rsidRPr="00A423DC" w:rsidRDefault="00CA03E0" w:rsidP="00A423D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765" w:type="dxa"/>
        <w:tblInd w:w="108" w:type="dxa"/>
        <w:tblLayout w:type="fixed"/>
        <w:tblLook w:val="0000"/>
      </w:tblPr>
      <w:tblGrid>
        <w:gridCol w:w="567"/>
        <w:gridCol w:w="1317"/>
        <w:gridCol w:w="1660"/>
        <w:gridCol w:w="1498"/>
        <w:gridCol w:w="3140"/>
        <w:gridCol w:w="1583"/>
      </w:tblGrid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Р. Бр.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парцела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Површина у m²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општина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Начин коришћења земљишта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Врста права</w:t>
            </w:r>
          </w:p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Обим удела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9757FD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660/4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Својина1/1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9757FD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8676/7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75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9757FD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8676/9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89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9757FD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676/10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307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0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9757FD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8660/7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291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8660/8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Својина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274/289</w:t>
            </w:r>
          </w:p>
        </w:tc>
      </w:tr>
      <w:tr w:rsidR="00CA03E0" w:rsidRPr="00E623B2" w:rsidTr="00B67559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8660/9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318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 Врање 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RPr="00E623B2" w:rsidTr="00B67559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8660/10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309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 Врање 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B729D5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Својина 1/1 </w:t>
            </w:r>
          </w:p>
        </w:tc>
      </w:tr>
      <w:tr w:rsidR="00CA03E0" w:rsidRPr="00E623B2" w:rsidTr="00B67559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8676/3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274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 Врање 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RPr="00E623B2" w:rsidTr="00B67559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8676/4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284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 Врање 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RPr="00E623B2" w:rsidTr="00B67559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8676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274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 Врање 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RPr="00E623B2" w:rsidTr="00B67559">
        <w:trPr>
          <w:trHeight w:val="153"/>
        </w:trPr>
        <w:tc>
          <w:tcPr>
            <w:tcW w:w="1884" w:type="dxa"/>
            <w:gridSpan w:val="2"/>
            <w:shd w:val="clear" w:color="000000" w:fill="FFFFFF"/>
          </w:tcPr>
          <w:p w:rsidR="00CA03E0" w:rsidRDefault="00CA03E0" w:rsidP="006804B9">
            <w:pPr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881" w:type="dxa"/>
            <w:gridSpan w:val="4"/>
            <w:tcBorders>
              <w:left w:val="nil"/>
            </w:tcBorders>
            <w:shd w:val="clear" w:color="000000" w:fill="FFFFFF"/>
          </w:tcPr>
          <w:p w:rsidR="00CA03E0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3E0" w:rsidRPr="00E623B2" w:rsidTr="00B67559">
        <w:trPr>
          <w:trHeight w:val="244"/>
        </w:trPr>
        <w:tc>
          <w:tcPr>
            <w:tcW w:w="567" w:type="dxa"/>
            <w:shd w:val="clear" w:color="000000" w:fill="FFFFFF"/>
          </w:tcPr>
          <w:p w:rsidR="00CA03E0" w:rsidRPr="00562D7A" w:rsidRDefault="00CA03E0" w:rsidP="00562D7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17" w:type="dxa"/>
            <w:tcBorders>
              <w:left w:val="nil"/>
            </w:tcBorders>
            <w:shd w:val="clear" w:color="000000" w:fill="FFFFFF"/>
          </w:tcPr>
          <w:p w:rsidR="00CA03E0" w:rsidRPr="009757FD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881" w:type="dxa"/>
            <w:gridSpan w:val="4"/>
            <w:shd w:val="clear" w:color="000000" w:fill="FFFFFF"/>
          </w:tcPr>
          <w:p w:rsidR="00CA03E0" w:rsidRPr="00562D7A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03E0" w:rsidRDefault="00CA03E0" w:rsidP="00A423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E623B2">
        <w:rPr>
          <w:rFonts w:ascii="Times New Roman" w:hAnsi="Times New Roman"/>
          <w:b/>
          <w:bCs/>
          <w:sz w:val="24"/>
          <w:szCs w:val="24"/>
        </w:rPr>
        <w:t>Б</w:t>
      </w:r>
      <w:r w:rsidRPr="00E623B2">
        <w:rPr>
          <w:rFonts w:ascii="Times New Roman" w:hAnsi="Times New Roman"/>
          <w:sz w:val="24"/>
          <w:szCs w:val="24"/>
        </w:rPr>
        <w:t>. Намена – становање малих густина – (изградња слободностојећих стамбених објеката), на основу услова предвиђеним у Плану Генералне регулације зоне 2 у Врању (Сл. Гласник града Врања бр.33/2011)  и Урбанистичком пројекту потеза између улица Иве Андића, Предрага Девеџића, Будислава Шошкића и Чегарске, по степену комуналне опремљености налази се на граници друге и треће зоне.</w:t>
      </w:r>
    </w:p>
    <w:p w:rsidR="00CA03E0" w:rsidRPr="00EB6471" w:rsidRDefault="00CA03E0" w:rsidP="00A423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CA03E0" w:rsidRPr="00E623B2" w:rsidRDefault="00CA03E0" w:rsidP="00A423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9"/>
        <w:gridCol w:w="1818"/>
        <w:gridCol w:w="1028"/>
        <w:gridCol w:w="1547"/>
        <w:gridCol w:w="2959"/>
        <w:gridCol w:w="1837"/>
      </w:tblGrid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Р.бр.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парцела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Површина у m²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општина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Начин коришћења земљишта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Врста права</w:t>
            </w:r>
          </w:p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Обим удела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8661/1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554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8658/4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8658/2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8658/5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8657/1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8658/6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8654/1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428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595A8D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8663/4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595A8D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415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8651/1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511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595A8D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8663/5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595A8D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355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8648/5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8655/2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A423D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</w:tbl>
    <w:p w:rsidR="00CA03E0" w:rsidRPr="000A591C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sr-Cyrl-CS"/>
        </w:rPr>
      </w:pPr>
    </w:p>
    <w:p w:rsidR="00CA03E0" w:rsidRPr="000A591C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623B2">
        <w:rPr>
          <w:rFonts w:ascii="Times New Roman" w:hAnsi="Times New Roman"/>
          <w:b/>
          <w:bCs/>
          <w:i/>
          <w:iCs/>
          <w:sz w:val="24"/>
          <w:szCs w:val="24"/>
        </w:rPr>
        <w:t xml:space="preserve">ΙΙ Локација бр.2 (22. грађевинске парцеле)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–</w:t>
      </w:r>
      <w:r w:rsidRPr="00E623B2">
        <w:rPr>
          <w:rFonts w:ascii="Times New Roman" w:hAnsi="Times New Roman"/>
          <w:b/>
          <w:bCs/>
          <w:i/>
          <w:iCs/>
          <w:sz w:val="24"/>
          <w:szCs w:val="24"/>
        </w:rPr>
        <w:t xml:space="preserve"> у улици Будислава Шошкића. 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3B2">
        <w:rPr>
          <w:rFonts w:ascii="Times New Roman" w:hAnsi="Times New Roman"/>
          <w:sz w:val="24"/>
          <w:szCs w:val="24"/>
        </w:rPr>
        <w:t>Намена – становање средњих густина – изградња индивидуалних једнопородичних стамбених објеката, вишепородичних објеката и компатибилних садржаја који иду уз становање, објеката намењених за становање, на основу услова предвиђених у Плану Генералне регулације зоне 2 у Врању (Сл. Гласник града Врања бр.33/2011), по степену комуналне опремљености налази се у трећој зони.</w:t>
      </w: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/>
          <w:sz w:val="24"/>
          <w:szCs w:val="24"/>
        </w:rPr>
      </w:pP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E623B2">
        <w:rPr>
          <w:rFonts w:ascii="Times New Roman" w:hAnsi="Times New Roman"/>
          <w:sz w:val="24"/>
          <w:szCs w:val="24"/>
        </w:rPr>
        <w:t>На предметној локацији, предмет овог програма су следеће парцеле:</w:t>
      </w:r>
    </w:p>
    <w:p w:rsidR="00CA03E0" w:rsidRPr="000A591C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70"/>
        <w:gridCol w:w="1821"/>
        <w:gridCol w:w="1108"/>
        <w:gridCol w:w="1463"/>
        <w:gridCol w:w="2970"/>
        <w:gridCol w:w="1840"/>
      </w:tblGrid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Р.бр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Кат.парцела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Површина у m²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општина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Начин коришћења земљишта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Врста права</w:t>
            </w:r>
          </w:p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Обим удела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12902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12904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12905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12906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12907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12909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608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12911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12915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12916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12920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12921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12924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12925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12926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12927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12912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12914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12917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12919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12922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Грађевинскоземљиште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</w:tbl>
    <w:p w:rsidR="00CA03E0" w:rsidRPr="001D4990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</w:pP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A03E0" w:rsidRPr="008B2E77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ΙΙΙ Локација бр.3 (</w:t>
      </w:r>
      <w:r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>4</w:t>
      </w:r>
      <w:r w:rsidRPr="00E623B2">
        <w:rPr>
          <w:rFonts w:ascii="Times New Roman" w:hAnsi="Times New Roman"/>
          <w:b/>
          <w:bCs/>
          <w:i/>
          <w:iCs/>
          <w:sz w:val="24"/>
          <w:szCs w:val="24"/>
        </w:rPr>
        <w:t>. грађевинске пар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целе)- у </w:t>
      </w:r>
      <w:r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>улици Виктора  Бубња.</w:t>
      </w: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E623B2">
        <w:rPr>
          <w:rFonts w:ascii="Times New Roman" w:hAnsi="Times New Roman"/>
          <w:sz w:val="24"/>
          <w:szCs w:val="24"/>
        </w:rPr>
        <w:t>Намена – становање средњих густина – изградња индивидуалних једнопородичних стамбених објеката, вишепородичних објеката и компатибилних садржаја који иду уз становање, објеката намењених за становање, на основу услова предвиђеним у Плану Генералне регулације зоне 3 у Врању (Сл. Гласник града Врања бр.18/2011), по степену комуналне опремљености налази се у трећој зони.</w:t>
      </w:r>
    </w:p>
    <w:p w:rsidR="00CA03E0" w:rsidRPr="008B2E77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sr-Cyrl-CS"/>
        </w:rPr>
      </w:pP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sr-Cyrl-CS"/>
        </w:rPr>
      </w:pPr>
      <w:r w:rsidRPr="00E623B2">
        <w:rPr>
          <w:rFonts w:ascii="Times New Roman" w:hAnsi="Times New Roman"/>
          <w:sz w:val="24"/>
          <w:szCs w:val="24"/>
        </w:rPr>
        <w:t>На локацији следеће парцеле су предмет овог програма:</w:t>
      </w:r>
    </w:p>
    <w:p w:rsidR="00CA03E0" w:rsidRPr="004E4E6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73"/>
        <w:gridCol w:w="1343"/>
        <w:gridCol w:w="1110"/>
        <w:gridCol w:w="1536"/>
        <w:gridCol w:w="2985"/>
        <w:gridCol w:w="1846"/>
      </w:tblGrid>
      <w:tr w:rsidR="00CA03E0" w:rsidRPr="00E623B2" w:rsidTr="00B67559">
        <w:trPr>
          <w:trHeight w:val="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Р.бр.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парцела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Површина у m²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</w:t>
            </w:r>
          </w:p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општина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Начин коришћења земљишта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Врста права</w:t>
            </w:r>
          </w:p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Обим удела</w:t>
            </w:r>
          </w:p>
        </w:tc>
      </w:tr>
      <w:tr w:rsidR="00CA03E0" w:rsidRPr="00E623B2" w:rsidTr="00B67559">
        <w:trPr>
          <w:trHeight w:val="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8B2E77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8708/4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8B2E77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400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8B2E77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8708/3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8B2E77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615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8B2E77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8709/2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8B2E77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269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A03E0" w:rsidRPr="008B2E77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8709/1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A03E0" w:rsidRPr="008B2E77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572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8B2E77" w:rsidRDefault="00CA03E0" w:rsidP="00B729D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</w:tbl>
    <w:p w:rsidR="00CA03E0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</w:pPr>
    </w:p>
    <w:p w:rsidR="00CA03E0" w:rsidRPr="00AB2694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</w:pP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623B2">
        <w:rPr>
          <w:rFonts w:ascii="Times New Roman" w:hAnsi="Times New Roman"/>
          <w:b/>
          <w:bCs/>
          <w:i/>
          <w:iCs/>
          <w:sz w:val="24"/>
          <w:szCs w:val="24"/>
        </w:rPr>
        <w:t>IV Локација бр.4 (1. грађевинска 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арцела)-</w:t>
      </w:r>
      <w:r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 xml:space="preserve"> на угао Новосадске и Бранка Радичевића</w:t>
      </w:r>
      <w:r w:rsidRPr="00E623B2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CA03E0" w:rsidRDefault="00CA03E0" w:rsidP="00B540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Намена – становање </w:t>
      </w:r>
      <w:r>
        <w:rPr>
          <w:rFonts w:ascii="Times New Roman" w:hAnsi="Times New Roman"/>
          <w:sz w:val="24"/>
          <w:szCs w:val="24"/>
          <w:lang w:val="sr-Cyrl-CS"/>
        </w:rPr>
        <w:t xml:space="preserve">средњих </w:t>
      </w:r>
      <w:r w:rsidRPr="00E623B2">
        <w:rPr>
          <w:rFonts w:ascii="Times New Roman" w:hAnsi="Times New Roman"/>
          <w:sz w:val="24"/>
          <w:szCs w:val="24"/>
        </w:rPr>
        <w:t xml:space="preserve">густина </w:t>
      </w:r>
      <w:r>
        <w:rPr>
          <w:rFonts w:ascii="Times New Roman" w:hAnsi="Times New Roman"/>
          <w:sz w:val="24"/>
          <w:szCs w:val="24"/>
        </w:rPr>
        <w:t>–</w:t>
      </w:r>
      <w:r w:rsidRPr="00E623B2">
        <w:rPr>
          <w:rFonts w:ascii="Times New Roman" w:hAnsi="Times New Roman"/>
          <w:sz w:val="24"/>
          <w:szCs w:val="24"/>
        </w:rPr>
        <w:t xml:space="preserve"> изградња индивидуалних једнопородичних стамбених објеката, вишепородичних објеката и компатибилних садржаја који иду уз становање, објеката намењених за становање, на основу услова предвиђеним у Плану Генералне регулације зоне 3 у Врању (Сл. Гласник града Врања бр.18/2011), по степену комуналне опремљености налази се у трећој зони.</w:t>
      </w:r>
    </w:p>
    <w:p w:rsidR="00CA03E0" w:rsidRPr="00B540AE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32"/>
        <w:gridCol w:w="1431"/>
        <w:gridCol w:w="1272"/>
        <w:gridCol w:w="1527"/>
        <w:gridCol w:w="3007"/>
        <w:gridCol w:w="1847"/>
      </w:tblGrid>
      <w:tr w:rsidR="00CA03E0" w:rsidRPr="00E623B2" w:rsidTr="00B67559">
        <w:trPr>
          <w:trHeight w:val="1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Р.бр.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парцела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Површина у m²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општина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Начин коришћења земљишта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Врста права</w:t>
            </w:r>
          </w:p>
        </w:tc>
      </w:tr>
      <w:tr w:rsidR="00CA03E0" w:rsidRPr="00E623B2" w:rsidTr="00B67559">
        <w:trPr>
          <w:trHeight w:val="1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193B1D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8463/1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193B1D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3669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193B1D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 xml:space="preserve">Својина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1/1</w:t>
            </w:r>
          </w:p>
        </w:tc>
      </w:tr>
    </w:tbl>
    <w:p w:rsidR="00CA03E0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</w:pPr>
    </w:p>
    <w:p w:rsidR="00CA03E0" w:rsidRPr="00343E10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 Локација бр.5 (</w:t>
      </w:r>
      <w:r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грађевинск</w:t>
      </w:r>
      <w:r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парцел</w:t>
      </w:r>
      <w:r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>а</w:t>
      </w:r>
      <w:r w:rsidRPr="00E623B2">
        <w:rPr>
          <w:rFonts w:ascii="Times New Roman" w:hAnsi="Times New Roman"/>
          <w:b/>
          <w:bCs/>
          <w:i/>
          <w:iCs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–</w:t>
      </w:r>
      <w:r w:rsidRPr="00E623B2">
        <w:rPr>
          <w:rFonts w:ascii="Times New Roman" w:hAnsi="Times New Roman"/>
          <w:b/>
          <w:bCs/>
          <w:i/>
          <w:iCs/>
          <w:sz w:val="24"/>
          <w:szCs w:val="24"/>
        </w:rPr>
        <w:t xml:space="preserve"> у блоку Париске комуне, Булевар Авној-а и улице Моше Пијаде</w:t>
      </w: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E623B2">
        <w:rPr>
          <w:rFonts w:ascii="Times New Roman" w:hAnsi="Times New Roman"/>
          <w:sz w:val="24"/>
          <w:szCs w:val="24"/>
        </w:rPr>
        <w:t xml:space="preserve">Намена </w:t>
      </w:r>
      <w:r>
        <w:rPr>
          <w:rFonts w:ascii="Times New Roman" w:hAnsi="Times New Roman"/>
          <w:sz w:val="24"/>
          <w:szCs w:val="24"/>
        </w:rPr>
        <w:t>–</w:t>
      </w:r>
      <w:r w:rsidRPr="00E623B2">
        <w:rPr>
          <w:rFonts w:ascii="Times New Roman" w:hAnsi="Times New Roman"/>
          <w:sz w:val="24"/>
          <w:szCs w:val="24"/>
        </w:rPr>
        <w:t xml:space="preserve"> пословно услужни садржаји – пословање, трговина, угоститељство и услуге, туризам и остали компатибилни садржаји, на основу услова предвиђеним у Плану детаљне регулације потеза између улица Булевар Авној-а, Париске комуне и Моше Пијаде у Врању („Сл. Гласник града Врања“ бр.1/2012), по степену комуналне опремљености налази се у другој зони.</w:t>
      </w:r>
    </w:p>
    <w:p w:rsidR="00CA03E0" w:rsidRPr="0006041C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75"/>
        <w:gridCol w:w="1630"/>
        <w:gridCol w:w="1202"/>
        <w:gridCol w:w="1596"/>
        <w:gridCol w:w="2709"/>
        <w:gridCol w:w="1929"/>
      </w:tblGrid>
      <w:tr w:rsidR="00CA03E0" w:rsidRPr="00E623B2" w:rsidTr="00B67559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Р.бр.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парцела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71652B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vertAlign w:val="superscript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Површина 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r-Cyrl-CS"/>
              </w:rPr>
              <w:t>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општина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Начин коришћења земљишта</w:t>
            </w: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Врста права</w:t>
            </w:r>
          </w:p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Обим права</w:t>
            </w:r>
          </w:p>
        </w:tc>
      </w:tr>
      <w:tr w:rsidR="00CA03E0" w:rsidRPr="00E623B2" w:rsidTr="00B67559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5315D3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12943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4E4E6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18.241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Врање 1</w:t>
            </w:r>
          </w:p>
        </w:tc>
        <w:tc>
          <w:tcPr>
            <w:tcW w:w="2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</w:tbl>
    <w:p w:rsidR="00CA03E0" w:rsidRPr="001D4990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</w:pP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VI локација бр.6 (</w:t>
      </w:r>
      <w:r>
        <w:rPr>
          <w:rFonts w:ascii="Times New Roman" w:hAnsi="Times New Roman"/>
          <w:b/>
          <w:bCs/>
          <w:i/>
          <w:iCs/>
          <w:sz w:val="24"/>
          <w:szCs w:val="24"/>
          <w:lang w:val="sr-Cyrl-CS"/>
        </w:rPr>
        <w:t>8</w:t>
      </w:r>
      <w:r w:rsidRPr="00E623B2">
        <w:rPr>
          <w:rFonts w:ascii="Times New Roman" w:hAnsi="Times New Roman"/>
          <w:b/>
          <w:bCs/>
          <w:i/>
          <w:iCs/>
          <w:sz w:val="24"/>
          <w:szCs w:val="24"/>
        </w:rPr>
        <w:t xml:space="preserve"> грађевинске парцеле) – у привредно радној зони Бунушевац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3B2">
        <w:rPr>
          <w:rFonts w:ascii="Times New Roman" w:hAnsi="Times New Roman"/>
          <w:sz w:val="24"/>
          <w:szCs w:val="24"/>
        </w:rPr>
        <w:t>Намена -  привредно радна зона -  изградња производних и индустријских објеката, на основу услова предвиђеним у Плану детаљне регулације привредно радне зоне Бунушевац у Врању („Сл.гласник града Врања“ бр.4/2013 и 6/2013), по степену комуналне опремљености налази се у четвртој зони.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55" w:type="dxa"/>
        <w:tblInd w:w="108" w:type="dxa"/>
        <w:tblLayout w:type="fixed"/>
        <w:tblLook w:val="0000"/>
      </w:tblPr>
      <w:tblGrid>
        <w:gridCol w:w="567"/>
        <w:gridCol w:w="1429"/>
        <w:gridCol w:w="1196"/>
        <w:gridCol w:w="1879"/>
        <w:gridCol w:w="2782"/>
        <w:gridCol w:w="1902"/>
      </w:tblGrid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Р.бр.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парцела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71652B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vertAlign w:val="superscript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Површина у 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r-Cyrl-CS"/>
              </w:rPr>
              <w:t>2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општина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Начин коришћења земљишта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Врста права</w:t>
            </w:r>
          </w:p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Обим удела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A423DC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622/19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A423DC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2.788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Бунушевац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A423DC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167/5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A423DC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1.840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Бунушевац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A423DC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625/6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4A6B5D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14.712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Бунушевац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F37B5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A423DC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625/7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A03E0" w:rsidRPr="00A423DC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9.274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Бунушевац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F37B5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C87D67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625/8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A03E0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36.747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064ED6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 Бунушевац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064ED6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064ED6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625/10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A03E0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8.803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064ED6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 Бунушевац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064ED6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541/2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A03E0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19.445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064ED6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 Содерце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541/3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A03E0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11.520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064ED6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 Содерце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FF251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Својина 1/1</w:t>
            </w:r>
          </w:p>
        </w:tc>
      </w:tr>
    </w:tbl>
    <w:p w:rsidR="00CA03E0" w:rsidRPr="00B67559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623B2">
        <w:rPr>
          <w:rFonts w:ascii="Times New Roman" w:hAnsi="Times New Roman"/>
          <w:b/>
          <w:bCs/>
          <w:i/>
          <w:iCs/>
          <w:sz w:val="24"/>
          <w:szCs w:val="24"/>
        </w:rPr>
        <w:t xml:space="preserve">VII локација бр.7 (2 грађевинске парцеле) – у Врањској Бањи 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Намена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623B2">
        <w:rPr>
          <w:rFonts w:ascii="Times New Roman" w:hAnsi="Times New Roman"/>
          <w:sz w:val="24"/>
          <w:szCs w:val="24"/>
        </w:rPr>
        <w:t>– изградња спортских објеката, балон сала, хотелски капацитети и други компатибилни садржаји на основу услова предвиђеним у Плану генералне регулације Врањска Бања („Сл.гласник града Врања“ бр.14/2013), по степену комуналне опремљености налази се у четвртој зони.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90"/>
        <w:gridCol w:w="1346"/>
        <w:gridCol w:w="1087"/>
        <w:gridCol w:w="1919"/>
        <w:gridCol w:w="3004"/>
        <w:gridCol w:w="1841"/>
      </w:tblGrid>
      <w:tr w:rsidR="00CA03E0" w:rsidRPr="00E623B2" w:rsidTr="00B67559">
        <w:trPr>
          <w:trHeight w:val="1"/>
        </w:trPr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Р.бр.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парцела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71652B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vertAlign w:val="superscript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Површина у 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r-Cyrl-CS"/>
              </w:rPr>
              <w:t>2</w:t>
            </w:r>
          </w:p>
        </w:tc>
        <w:tc>
          <w:tcPr>
            <w:tcW w:w="1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општина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Начин коришћења земљишта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Врста права</w:t>
            </w:r>
          </w:p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Обим удела</w:t>
            </w:r>
          </w:p>
        </w:tc>
      </w:tr>
      <w:tr w:rsidR="00CA03E0" w:rsidRPr="00E623B2" w:rsidTr="00B67559">
        <w:trPr>
          <w:trHeight w:val="1"/>
        </w:trPr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2986/10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3.605</w:t>
            </w:r>
          </w:p>
        </w:tc>
        <w:tc>
          <w:tcPr>
            <w:tcW w:w="1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Вр.Бања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2986/11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507</w:t>
            </w:r>
          </w:p>
        </w:tc>
        <w:tc>
          <w:tcPr>
            <w:tcW w:w="1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Вр.Бања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CD784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</w:tbl>
    <w:p w:rsidR="00CA03E0" w:rsidRPr="00117135" w:rsidRDefault="00CA03E0" w:rsidP="00DC20A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Default="00CA03E0" w:rsidP="00DC20A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Pr="00222BF6" w:rsidRDefault="00CA03E0" w:rsidP="00DC20A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  <w:r w:rsidRPr="00222BF6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VIII </w:t>
      </w:r>
      <w:r w:rsidRPr="00222BF6">
        <w:rPr>
          <w:rFonts w:ascii="Times New Roman" w:hAnsi="Times New Roman"/>
          <w:b/>
          <w:bCs/>
          <w:i/>
          <w:sz w:val="24"/>
          <w:szCs w:val="24"/>
          <w:lang w:val="sr-Cyrl-CS"/>
        </w:rPr>
        <w:t>локација бр. 8 (2 грађевинске парцеле) – у Кривој Феји</w:t>
      </w:r>
    </w:p>
    <w:p w:rsidR="00CA03E0" w:rsidRPr="00117135" w:rsidRDefault="00CA03E0" w:rsidP="00DC20A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</w:p>
    <w:p w:rsidR="00CA03E0" w:rsidRPr="00DE501E" w:rsidRDefault="00CA03E0" w:rsidP="000A59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E623B2">
        <w:rPr>
          <w:rFonts w:ascii="Times New Roman" w:hAnsi="Times New Roman"/>
          <w:sz w:val="24"/>
          <w:szCs w:val="24"/>
        </w:rPr>
        <w:t>Намена – спорт – изградња спортских објеката, балон сала, хотелски капацитети и други компатибилни садржаји на основу усло</w:t>
      </w:r>
      <w:r>
        <w:rPr>
          <w:rFonts w:ascii="Times New Roman" w:hAnsi="Times New Roman"/>
          <w:sz w:val="24"/>
          <w:szCs w:val="24"/>
        </w:rPr>
        <w:t xml:space="preserve">ва предвиђеним у Плану </w:t>
      </w:r>
      <w:r>
        <w:rPr>
          <w:rFonts w:ascii="Times New Roman" w:hAnsi="Times New Roman"/>
          <w:sz w:val="24"/>
          <w:szCs w:val="24"/>
          <w:lang w:val="sr-Cyrl-CS"/>
        </w:rPr>
        <w:t xml:space="preserve">детаљне </w:t>
      </w:r>
      <w:r w:rsidRPr="00E623B2">
        <w:rPr>
          <w:rFonts w:ascii="Times New Roman" w:hAnsi="Times New Roman"/>
          <w:sz w:val="24"/>
          <w:szCs w:val="24"/>
        </w:rPr>
        <w:t xml:space="preserve"> регулације </w:t>
      </w:r>
      <w:r>
        <w:rPr>
          <w:rFonts w:ascii="Times New Roman" w:hAnsi="Times New Roman"/>
          <w:sz w:val="24"/>
          <w:szCs w:val="24"/>
          <w:lang w:val="sr-Cyrl-CS"/>
        </w:rPr>
        <w:t xml:space="preserve"> централне зоне Скијалиште Бесна Кобила</w:t>
      </w:r>
      <w:r w:rsidRPr="00E623B2">
        <w:rPr>
          <w:rFonts w:ascii="Times New Roman" w:hAnsi="Times New Roman"/>
          <w:sz w:val="24"/>
          <w:szCs w:val="24"/>
        </w:rPr>
        <w:t xml:space="preserve"> („Сл.глас</w:t>
      </w:r>
      <w:r>
        <w:rPr>
          <w:rFonts w:ascii="Times New Roman" w:hAnsi="Times New Roman"/>
          <w:sz w:val="24"/>
          <w:szCs w:val="24"/>
        </w:rPr>
        <w:t>ник града Врања“ бр.</w:t>
      </w:r>
      <w:r>
        <w:rPr>
          <w:rFonts w:ascii="Times New Roman" w:hAnsi="Times New Roman"/>
          <w:sz w:val="24"/>
          <w:szCs w:val="24"/>
          <w:lang w:val="sr-Cyrl-CS"/>
        </w:rPr>
        <w:t>25/14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CA03E0" w:rsidRDefault="00CA03E0" w:rsidP="000A59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CA03E0" w:rsidRDefault="00CA03E0" w:rsidP="000A59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CA03E0" w:rsidRPr="000A591C" w:rsidRDefault="00CA03E0" w:rsidP="000A59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88"/>
        <w:gridCol w:w="1342"/>
        <w:gridCol w:w="1084"/>
        <w:gridCol w:w="1913"/>
        <w:gridCol w:w="2995"/>
        <w:gridCol w:w="1835"/>
      </w:tblGrid>
      <w:tr w:rsidR="00CA03E0" w:rsidRPr="00E623B2" w:rsidTr="00B67559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DE501E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Р.б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</w:t>
            </w:r>
            <w:r w:rsidRPr="00E623B2">
              <w:rPr>
                <w:rFonts w:ascii="Times New Roman" w:hAnsi="Times New Roman"/>
                <w:sz w:val="24"/>
                <w:szCs w:val="24"/>
              </w:rPr>
              <w:t xml:space="preserve"> парцела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Површина у m</w:t>
            </w:r>
            <w:r w:rsidRPr="00E623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Катастарска општина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Начин коришћења земљишта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Врста права</w:t>
            </w:r>
          </w:p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Обим удела</w:t>
            </w:r>
          </w:p>
        </w:tc>
      </w:tr>
      <w:tr w:rsidR="00CA03E0" w:rsidRPr="00E623B2" w:rsidTr="00B67559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D479C1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9564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D479C1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2.159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Вр.Бања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  <w:tr w:rsidR="00CA03E0" w:rsidRPr="00E623B2" w:rsidTr="00B67559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D479C1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9565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0A591C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1.921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КО Вр.Бања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Грађевинско земљиште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3E0" w:rsidRPr="00E623B2" w:rsidRDefault="00CA03E0" w:rsidP="008B2E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3B2">
              <w:rPr>
                <w:rFonts w:ascii="Times New Roman" w:hAnsi="Times New Roman"/>
                <w:sz w:val="24"/>
                <w:szCs w:val="24"/>
              </w:rPr>
              <w:t>Својина 1/1</w:t>
            </w:r>
          </w:p>
        </w:tc>
      </w:tr>
    </w:tbl>
    <w:p w:rsidR="00CA03E0" w:rsidRPr="00BE3B61" w:rsidRDefault="00CA03E0" w:rsidP="00C20D2F">
      <w:pPr>
        <w:rPr>
          <w:rFonts w:ascii="Arial" w:hAnsi="Arial" w:cs="Arial"/>
          <w:b/>
          <w:i/>
        </w:rPr>
      </w:pPr>
    </w:p>
    <w:p w:rsidR="00CA03E0" w:rsidRPr="00DE501E" w:rsidRDefault="00CA03E0" w:rsidP="00C20D2F">
      <w:pPr>
        <w:rPr>
          <w:rFonts w:ascii="Arial" w:hAnsi="Arial" w:cs="Arial"/>
          <w:b/>
          <w:i/>
          <w:lang w:val="sr-Cyrl-CS"/>
        </w:rPr>
      </w:pPr>
    </w:p>
    <w:p w:rsidR="00CA03E0" w:rsidRPr="001D4990" w:rsidRDefault="00CA03E0" w:rsidP="00C20D2F">
      <w:pPr>
        <w:rPr>
          <w:rFonts w:ascii="Cambria" w:hAnsi="Cambria"/>
          <w:b/>
          <w:i/>
          <w:lang w:val="sr-Cyrl-CS"/>
        </w:rPr>
      </w:pPr>
      <w:r w:rsidRPr="001D4990">
        <w:rPr>
          <w:rFonts w:ascii="Cambria" w:hAnsi="Cambria"/>
          <w:b/>
          <w:i/>
          <w:lang w:val="sr-Cyrl-CS"/>
        </w:rPr>
        <w:t xml:space="preserve"> </w:t>
      </w:r>
      <w:r w:rsidRPr="001D4990">
        <w:rPr>
          <w:rFonts w:ascii="Cambria" w:hAnsi="Cambria"/>
          <w:b/>
          <w:i/>
          <w:lang w:val="en-US"/>
        </w:rPr>
        <w:t xml:space="preserve">IX </w:t>
      </w:r>
      <w:r w:rsidRPr="001D4990">
        <w:rPr>
          <w:rFonts w:ascii="Cambria" w:hAnsi="Cambria"/>
          <w:b/>
          <w:i/>
          <w:lang w:val="sr-Cyrl-CS"/>
        </w:rPr>
        <w:t>локациј</w:t>
      </w:r>
      <w:r w:rsidRPr="001D4990">
        <w:rPr>
          <w:rFonts w:ascii="Cambria" w:hAnsi="Cambria"/>
          <w:b/>
          <w:i/>
        </w:rPr>
        <w:t>a</w:t>
      </w:r>
      <w:r w:rsidRPr="001D4990">
        <w:rPr>
          <w:rFonts w:ascii="Cambria" w:hAnsi="Cambria"/>
          <w:b/>
          <w:i/>
          <w:lang w:val="sr-Cyrl-CS"/>
        </w:rPr>
        <w:t xml:space="preserve"> бр.9 </w:t>
      </w:r>
      <w:r w:rsidRPr="001D4990">
        <w:rPr>
          <w:rFonts w:ascii="Cambria" w:hAnsi="Cambria"/>
          <w:b/>
          <w:i/>
        </w:rPr>
        <w:t>(</w:t>
      </w:r>
      <w:r w:rsidRPr="001D4990">
        <w:rPr>
          <w:rFonts w:ascii="Cambria" w:hAnsi="Cambria"/>
          <w:b/>
          <w:i/>
          <w:lang w:val="sr-Cyrl-CS"/>
        </w:rPr>
        <w:t>3 грађевинск</w:t>
      </w:r>
      <w:r w:rsidRPr="001D4990">
        <w:rPr>
          <w:rFonts w:ascii="Cambria" w:hAnsi="Cambria"/>
          <w:b/>
          <w:i/>
        </w:rPr>
        <w:t>e</w:t>
      </w:r>
      <w:r w:rsidRPr="001D4990">
        <w:rPr>
          <w:rFonts w:ascii="Cambria" w:hAnsi="Cambria"/>
          <w:b/>
          <w:i/>
          <w:lang w:val="sr-Cyrl-CS"/>
        </w:rPr>
        <w:t xml:space="preserve"> парцел</w:t>
      </w:r>
      <w:r w:rsidRPr="001D4990">
        <w:rPr>
          <w:rFonts w:ascii="Cambria" w:hAnsi="Cambria"/>
          <w:b/>
          <w:i/>
        </w:rPr>
        <w:t>e)</w:t>
      </w:r>
      <w:r w:rsidRPr="001D4990">
        <w:rPr>
          <w:rFonts w:ascii="Cambria" w:hAnsi="Cambria"/>
          <w:b/>
          <w:i/>
          <w:lang w:val="sr-Cyrl-CS"/>
        </w:rPr>
        <w:t xml:space="preserve"> у </w:t>
      </w:r>
      <w:r w:rsidRPr="001D4990">
        <w:rPr>
          <w:rFonts w:ascii="Cambria" w:hAnsi="Cambria"/>
          <w:b/>
          <w:i/>
        </w:rPr>
        <w:t xml:space="preserve"> </w:t>
      </w:r>
      <w:r w:rsidRPr="001D4990">
        <w:rPr>
          <w:rFonts w:ascii="Cambria" w:hAnsi="Cambria"/>
          <w:b/>
          <w:i/>
          <w:lang w:val="sr-Cyrl-CS"/>
        </w:rPr>
        <w:t>ул. Краља Петра Правог Ослободиоца у Врањској Бањи</w:t>
      </w:r>
    </w:p>
    <w:p w:rsidR="00CA03E0" w:rsidRPr="00DE501E" w:rsidRDefault="00CA03E0" w:rsidP="00C20D2F">
      <w:pPr>
        <w:rPr>
          <w:rFonts w:ascii="Times New Roman" w:hAnsi="Times New Roman"/>
          <w:lang w:val="sr-Cyrl-CS"/>
        </w:rPr>
      </w:pPr>
      <w:r w:rsidRPr="00DE501E">
        <w:rPr>
          <w:rFonts w:ascii="Times New Roman" w:hAnsi="Times New Roman"/>
          <w:lang w:val="sr-Cyrl-CS"/>
        </w:rPr>
        <w:t>Намена</w:t>
      </w:r>
      <w:r w:rsidRPr="00DE501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CS"/>
        </w:rPr>
        <w:t>–</w:t>
      </w:r>
      <w:r w:rsidRPr="00DE501E">
        <w:rPr>
          <w:rFonts w:ascii="Times New Roman" w:hAnsi="Times New Roman"/>
          <w:lang w:val="sr-Cyrl-CS"/>
        </w:rPr>
        <w:t xml:space="preserve"> пословно услужни садржаји </w:t>
      </w:r>
      <w:r>
        <w:rPr>
          <w:rFonts w:ascii="Times New Roman" w:hAnsi="Times New Roman"/>
          <w:lang w:val="sr-Cyrl-CS"/>
        </w:rPr>
        <w:t>–</w:t>
      </w:r>
      <w:r w:rsidRPr="00DE501E">
        <w:rPr>
          <w:rFonts w:ascii="Times New Roman" w:hAnsi="Times New Roman"/>
          <w:lang w:val="sr-Cyrl-CS"/>
        </w:rPr>
        <w:t xml:space="preserve"> пословање, трговина, угоститељство и услуге, туризам и остали компатибилни садржаји</w:t>
      </w:r>
      <w:r w:rsidRPr="00DE501E">
        <w:rPr>
          <w:rFonts w:ascii="Times New Roman" w:hAnsi="Times New Roman"/>
        </w:rPr>
        <w:t>,</w:t>
      </w:r>
      <w:r w:rsidRPr="00DE501E">
        <w:rPr>
          <w:rFonts w:ascii="Times New Roman" w:hAnsi="Times New Roman"/>
          <w:lang w:val="sr-Cyrl-CS"/>
        </w:rPr>
        <w:t>на основу услова предвиђеним  у Плану генералне регулације Врањска Бања ( „ Сл. Гласник града Врања“ бр. 14/2013 и 24/2018) на потезу улице Краља Петра Првог Ослободиоца, по степену комуналне опремљености  налази се у трећој зони.</w:t>
      </w:r>
    </w:p>
    <w:tbl>
      <w:tblPr>
        <w:tblW w:w="97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"/>
        <w:gridCol w:w="883"/>
        <w:gridCol w:w="804"/>
        <w:gridCol w:w="1291"/>
        <w:gridCol w:w="1724"/>
        <w:gridCol w:w="2649"/>
        <w:gridCol w:w="1771"/>
      </w:tblGrid>
      <w:tr w:rsidR="00CA03E0" w:rsidTr="00E22C8D">
        <w:trPr>
          <w:trHeight w:val="573"/>
        </w:trPr>
        <w:tc>
          <w:tcPr>
            <w:tcW w:w="544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Р.бр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Катастрска працела 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en-U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Површина у </w:t>
            </w:r>
            <w:r w:rsidRPr="00E22C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</w:t>
            </w:r>
            <w:r w:rsidRPr="00E22C8D"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740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Катстарска општина</w:t>
            </w:r>
          </w:p>
        </w:tc>
        <w:tc>
          <w:tcPr>
            <w:tcW w:w="2697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Начин коришћења земљшита</w:t>
            </w:r>
          </w:p>
        </w:tc>
        <w:tc>
          <w:tcPr>
            <w:tcW w:w="180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Врста права 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Обим удела</w:t>
            </w:r>
          </w:p>
        </w:tc>
      </w:tr>
      <w:tr w:rsidR="00CA03E0" w:rsidTr="00E22C8D">
        <w:trPr>
          <w:trHeight w:val="279"/>
        </w:trPr>
        <w:tc>
          <w:tcPr>
            <w:tcW w:w="544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88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2743/1</w:t>
            </w:r>
          </w:p>
        </w:tc>
        <w:tc>
          <w:tcPr>
            <w:tcW w:w="818" w:type="dxa"/>
            <w:tcBorders>
              <w:left w:val="nil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91" w:type="dxa"/>
            <w:tcBorders>
              <w:left w:val="nil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63.692</w:t>
            </w:r>
          </w:p>
        </w:tc>
        <w:tc>
          <w:tcPr>
            <w:tcW w:w="1740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КО Вр. Бања</w:t>
            </w:r>
          </w:p>
        </w:tc>
        <w:tc>
          <w:tcPr>
            <w:tcW w:w="2697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80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Tr="00E22C8D">
        <w:trPr>
          <w:trHeight w:val="279"/>
        </w:trPr>
        <w:tc>
          <w:tcPr>
            <w:tcW w:w="544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2743/4</w:t>
            </w:r>
          </w:p>
        </w:tc>
        <w:tc>
          <w:tcPr>
            <w:tcW w:w="818" w:type="dxa"/>
            <w:tcBorders>
              <w:left w:val="nil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9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14.960</w:t>
            </w:r>
          </w:p>
        </w:tc>
        <w:tc>
          <w:tcPr>
            <w:tcW w:w="1740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КО Вр. Бања</w:t>
            </w:r>
          </w:p>
        </w:tc>
        <w:tc>
          <w:tcPr>
            <w:tcW w:w="2697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80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Tr="00E22C8D">
        <w:trPr>
          <w:trHeight w:val="149"/>
        </w:trPr>
        <w:tc>
          <w:tcPr>
            <w:tcW w:w="544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2743/6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2.348</w:t>
            </w:r>
          </w:p>
        </w:tc>
        <w:tc>
          <w:tcPr>
            <w:tcW w:w="1740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КО Вр. Бања</w:t>
            </w:r>
          </w:p>
        </w:tc>
        <w:tc>
          <w:tcPr>
            <w:tcW w:w="2697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Грађевинск земљишоте</w:t>
            </w:r>
          </w:p>
        </w:tc>
        <w:tc>
          <w:tcPr>
            <w:tcW w:w="180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Својина 1/1</w:t>
            </w:r>
          </w:p>
        </w:tc>
      </w:tr>
    </w:tbl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val="en-US"/>
        </w:rPr>
      </w:pP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val="en-US"/>
        </w:rPr>
      </w:pP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X</w:t>
      </w:r>
      <w:r w:rsidRPr="00A55AE7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sr-Cyrl-CS"/>
        </w:rPr>
        <w:t xml:space="preserve"> локација бр.10 ( </w:t>
      </w:r>
      <w:r>
        <w:rPr>
          <w:rFonts w:ascii="Times New Roman" w:hAnsi="Times New Roman"/>
          <w:b/>
          <w:bCs/>
          <w:i/>
          <w:sz w:val="24"/>
          <w:szCs w:val="24"/>
          <w:lang/>
        </w:rPr>
        <w:t>2</w:t>
      </w:r>
      <w:r>
        <w:rPr>
          <w:rFonts w:ascii="Times New Roman" w:hAnsi="Times New Roman"/>
          <w:b/>
          <w:bCs/>
          <w:i/>
          <w:sz w:val="24"/>
          <w:szCs w:val="24"/>
          <w:lang w:val="sr-Cyrl-CS"/>
        </w:rPr>
        <w:t xml:space="preserve"> грађевинск</w:t>
      </w:r>
      <w:r>
        <w:rPr>
          <w:rFonts w:ascii="Times New Roman" w:hAnsi="Times New Roman"/>
          <w:b/>
          <w:bCs/>
          <w:i/>
          <w:sz w:val="24"/>
          <w:szCs w:val="24"/>
          <w:lang/>
        </w:rPr>
        <w:t>е</w:t>
      </w:r>
      <w:r>
        <w:rPr>
          <w:rFonts w:ascii="Times New Roman" w:hAnsi="Times New Roman"/>
          <w:b/>
          <w:bCs/>
          <w:i/>
          <w:sz w:val="24"/>
          <w:szCs w:val="24"/>
          <w:lang w:val="sr-Cyrl-CS"/>
        </w:rPr>
        <w:t xml:space="preserve"> парцел</w:t>
      </w:r>
      <w:r>
        <w:rPr>
          <w:rFonts w:ascii="Times New Roman" w:hAnsi="Times New Roman"/>
          <w:b/>
          <w:bCs/>
          <w:i/>
          <w:sz w:val="24"/>
          <w:szCs w:val="24"/>
          <w:lang/>
        </w:rPr>
        <w:t>е</w:t>
      </w:r>
      <w:r w:rsidRPr="00A55AE7">
        <w:rPr>
          <w:rFonts w:ascii="Times New Roman" w:hAnsi="Times New Roman"/>
          <w:b/>
          <w:bCs/>
          <w:i/>
          <w:sz w:val="24"/>
          <w:szCs w:val="24"/>
          <w:lang w:val="sr-Cyrl-CS"/>
        </w:rPr>
        <w:t>) – у Врању</w:t>
      </w:r>
      <w:r>
        <w:rPr>
          <w:rFonts w:ascii="Times New Roman" w:hAnsi="Times New Roman"/>
          <w:b/>
          <w:bCs/>
          <w:i/>
          <w:sz w:val="24"/>
          <w:szCs w:val="24"/>
          <w:lang w:val="sr-Cyrl-CS"/>
        </w:rPr>
        <w:t xml:space="preserve"> у улици Француској</w:t>
      </w:r>
    </w:p>
    <w:p w:rsidR="00CA03E0" w:rsidRDefault="00CA03E0" w:rsidP="00B56F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3B2">
        <w:rPr>
          <w:rFonts w:ascii="Times New Roman" w:hAnsi="Times New Roman"/>
          <w:sz w:val="24"/>
          <w:szCs w:val="24"/>
        </w:rPr>
        <w:t xml:space="preserve">– становање малих густина </w:t>
      </w:r>
      <w:r>
        <w:rPr>
          <w:rFonts w:ascii="Times New Roman" w:hAnsi="Times New Roman"/>
          <w:sz w:val="24"/>
          <w:szCs w:val="24"/>
        </w:rPr>
        <w:t>–</w:t>
      </w:r>
      <w:r w:rsidRPr="00E623B2">
        <w:rPr>
          <w:rFonts w:ascii="Times New Roman" w:hAnsi="Times New Roman"/>
          <w:sz w:val="24"/>
          <w:szCs w:val="24"/>
        </w:rPr>
        <w:t xml:space="preserve"> изградња индивидуалних једнопородичних стамбених објеката компатибилних садржаја који иду уз становање, објеката намењених за становање, на основу услова предвиђеним у П</w:t>
      </w:r>
      <w:r>
        <w:rPr>
          <w:rFonts w:ascii="Times New Roman" w:hAnsi="Times New Roman"/>
          <w:sz w:val="24"/>
          <w:szCs w:val="24"/>
        </w:rPr>
        <w:t xml:space="preserve">лану Генералне регулације зоне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E623B2">
        <w:rPr>
          <w:rFonts w:ascii="Times New Roman" w:hAnsi="Times New Roman"/>
          <w:sz w:val="24"/>
          <w:szCs w:val="24"/>
        </w:rPr>
        <w:t xml:space="preserve"> у Врањ</w:t>
      </w:r>
      <w:r>
        <w:rPr>
          <w:rFonts w:ascii="Times New Roman" w:hAnsi="Times New Roman"/>
          <w:sz w:val="24"/>
          <w:szCs w:val="24"/>
        </w:rPr>
        <w:t>у (Сл. Гласник града Врања бр.</w:t>
      </w:r>
      <w:r>
        <w:rPr>
          <w:rFonts w:ascii="Times New Roman" w:hAnsi="Times New Roman"/>
          <w:sz w:val="24"/>
          <w:szCs w:val="24"/>
          <w:lang w:val="sr-Cyrl-CS"/>
        </w:rPr>
        <w:t>18</w:t>
      </w:r>
      <w:r w:rsidRPr="00E623B2">
        <w:rPr>
          <w:rFonts w:ascii="Times New Roman" w:hAnsi="Times New Roman"/>
          <w:sz w:val="24"/>
          <w:szCs w:val="24"/>
        </w:rPr>
        <w:t>/2011), по степену комуналне опремљености налази се у трећој зони.</w:t>
      </w: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</w:p>
    <w:p w:rsidR="00CA03E0" w:rsidRPr="00616C2A" w:rsidRDefault="00CA03E0" w:rsidP="00A55A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2"/>
        <w:gridCol w:w="1538"/>
        <w:gridCol w:w="1291"/>
        <w:gridCol w:w="1880"/>
        <w:gridCol w:w="2702"/>
        <w:gridCol w:w="1658"/>
      </w:tblGrid>
      <w:tr w:rsidR="00CA03E0" w:rsidTr="00E22C8D">
        <w:tc>
          <w:tcPr>
            <w:tcW w:w="712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Катастарска парцела 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Површина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у </w:t>
            </w:r>
            <w:r w:rsidRPr="00E22C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</w:t>
            </w:r>
            <w:r w:rsidRPr="00E22C8D"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880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Катастарска 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општина</w:t>
            </w:r>
            <w:r w:rsidRPr="00E22C8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702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Начин коришћења земљишта</w:t>
            </w:r>
          </w:p>
        </w:tc>
        <w:tc>
          <w:tcPr>
            <w:tcW w:w="1658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Врста права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Обим удела</w:t>
            </w:r>
          </w:p>
        </w:tc>
      </w:tr>
      <w:tr w:rsidR="00CA03E0" w:rsidTr="00E22C8D">
        <w:trPr>
          <w:trHeight w:val="166"/>
        </w:trPr>
        <w:tc>
          <w:tcPr>
            <w:tcW w:w="712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11904/16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343</w:t>
            </w:r>
          </w:p>
        </w:tc>
        <w:tc>
          <w:tcPr>
            <w:tcW w:w="1880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КО Врање 1</w:t>
            </w:r>
          </w:p>
        </w:tc>
        <w:tc>
          <w:tcPr>
            <w:tcW w:w="2702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658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Tr="00E22C8D">
        <w:trPr>
          <w:trHeight w:val="166"/>
        </w:trPr>
        <w:tc>
          <w:tcPr>
            <w:tcW w:w="712" w:type="dxa"/>
            <w:tcBorders>
              <w:right w:val="single" w:sz="4" w:space="0" w:color="auto"/>
            </w:tcBorders>
          </w:tcPr>
          <w:p w:rsidR="00CA03E0" w:rsidRPr="00A40475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A40475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11395/2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A40475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449</w:t>
            </w:r>
          </w:p>
        </w:tc>
        <w:tc>
          <w:tcPr>
            <w:tcW w:w="1880" w:type="dxa"/>
            <w:tcBorders>
              <w:left w:val="single" w:sz="4" w:space="0" w:color="auto"/>
            </w:tcBorders>
          </w:tcPr>
          <w:p w:rsidR="00CA03E0" w:rsidRPr="00A40475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 Врање 1</w:t>
            </w:r>
          </w:p>
        </w:tc>
        <w:tc>
          <w:tcPr>
            <w:tcW w:w="2702" w:type="dxa"/>
            <w:tcBorders>
              <w:right w:val="single" w:sz="4" w:space="0" w:color="auto"/>
            </w:tcBorders>
          </w:tcPr>
          <w:p w:rsidR="00CA03E0" w:rsidRPr="00A40475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Грађевинско земљиште</w:t>
            </w:r>
          </w:p>
        </w:tc>
        <w:tc>
          <w:tcPr>
            <w:tcW w:w="1658" w:type="dxa"/>
            <w:tcBorders>
              <w:left w:val="single" w:sz="4" w:space="0" w:color="auto"/>
            </w:tcBorders>
          </w:tcPr>
          <w:p w:rsidR="00CA03E0" w:rsidRPr="00A40475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Својина 1/1</w:t>
            </w:r>
          </w:p>
        </w:tc>
      </w:tr>
      <w:tr w:rsidR="00CA03E0" w:rsidTr="00E22C8D">
        <w:trPr>
          <w:trHeight w:val="166"/>
        </w:trPr>
        <w:tc>
          <w:tcPr>
            <w:tcW w:w="9781" w:type="dxa"/>
            <w:gridSpan w:val="6"/>
            <w:tcBorders>
              <w:left w:val="nil"/>
              <w:bottom w:val="nil"/>
              <w:right w:val="nil"/>
            </w:tcBorders>
          </w:tcPr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488"/>
            </w:tblGrid>
            <w:tr w:rsidR="00CA03E0" w:rsidTr="00E22C8D"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A03E0" w:rsidRPr="00E22C8D" w:rsidRDefault="00CA03E0" w:rsidP="00E22C8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</w:tbl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</w:p>
    <w:p w:rsidR="00CA03E0" w:rsidRPr="00616C2A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XI</w:t>
      </w:r>
      <w:r>
        <w:rPr>
          <w:rFonts w:ascii="Times New Roman" w:hAnsi="Times New Roman"/>
          <w:b/>
          <w:bCs/>
          <w:i/>
          <w:sz w:val="24"/>
          <w:szCs w:val="24"/>
          <w:lang w:val="sr-Cyrl-CS"/>
        </w:rPr>
        <w:t xml:space="preserve"> локација бр. 11</w:t>
      </w:r>
      <w:r w:rsidRPr="00616C2A">
        <w:rPr>
          <w:rFonts w:ascii="Times New Roman" w:hAnsi="Times New Roman"/>
          <w:b/>
          <w:bCs/>
          <w:i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b/>
          <w:bCs/>
          <w:i/>
          <w:sz w:val="24"/>
          <w:szCs w:val="24"/>
          <w:lang w:val="sr-Cyrl-CS"/>
        </w:rPr>
        <w:t>( 1 грађевинска  парцела</w:t>
      </w:r>
      <w:r w:rsidRPr="00616C2A">
        <w:rPr>
          <w:rFonts w:ascii="Times New Roman" w:hAnsi="Times New Roman"/>
          <w:b/>
          <w:bCs/>
          <w:i/>
          <w:sz w:val="24"/>
          <w:szCs w:val="24"/>
          <w:lang w:val="sr-Cyrl-CS"/>
        </w:rPr>
        <w:t>) – у Врању, у улици Боре Станковића.</w:t>
      </w:r>
    </w:p>
    <w:p w:rsidR="00CA03E0" w:rsidRPr="00616C2A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</w:p>
    <w:p w:rsidR="00CA03E0" w:rsidRDefault="00CA03E0" w:rsidP="0061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намена </w:t>
      </w:r>
      <w:r w:rsidRPr="00E623B2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  <w:lang w:val="sr-Cyrl-CS"/>
        </w:rPr>
        <w:t xml:space="preserve">пословање, трговина, угоститељство и услуге, туризам и остали компатибилни </w:t>
      </w:r>
      <w:r>
        <w:rPr>
          <w:rFonts w:ascii="Times New Roman" w:hAnsi="Times New Roman"/>
          <w:sz w:val="24"/>
          <w:szCs w:val="24"/>
        </w:rPr>
        <w:t>садржаја који иду уз становање,</w:t>
      </w:r>
      <w:r w:rsidRPr="00E623B2">
        <w:rPr>
          <w:rFonts w:ascii="Times New Roman" w:hAnsi="Times New Roman"/>
          <w:sz w:val="24"/>
          <w:szCs w:val="24"/>
        </w:rPr>
        <w:t xml:space="preserve"> на основу услова предвиђеним у Плану Генералне регулације зоне 1 у Врању (Сл. Гласник града Врања бр.33/2011), по степену комуналне</w:t>
      </w:r>
      <w:r>
        <w:rPr>
          <w:rFonts w:ascii="Times New Roman" w:hAnsi="Times New Roman"/>
          <w:sz w:val="24"/>
          <w:szCs w:val="24"/>
        </w:rPr>
        <w:t xml:space="preserve"> опремљености налази се у </w:t>
      </w:r>
      <w:r>
        <w:rPr>
          <w:rFonts w:ascii="Times New Roman" w:hAnsi="Times New Roman"/>
          <w:sz w:val="24"/>
          <w:szCs w:val="24"/>
          <w:lang w:val="sr-Cyrl-CS"/>
        </w:rPr>
        <w:t>првој</w:t>
      </w:r>
      <w:r w:rsidRPr="00E623B2">
        <w:rPr>
          <w:rFonts w:ascii="Times New Roman" w:hAnsi="Times New Roman"/>
          <w:sz w:val="24"/>
          <w:szCs w:val="24"/>
        </w:rPr>
        <w:t xml:space="preserve"> зони.</w:t>
      </w:r>
    </w:p>
    <w:p w:rsidR="00CA03E0" w:rsidRDefault="00CA03E0" w:rsidP="0061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CA03E0" w:rsidRPr="00C20D2F" w:rsidRDefault="00CA03E0" w:rsidP="0061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2"/>
        <w:gridCol w:w="1584"/>
        <w:gridCol w:w="1291"/>
        <w:gridCol w:w="1834"/>
        <w:gridCol w:w="2639"/>
        <w:gridCol w:w="1721"/>
      </w:tblGrid>
      <w:tr w:rsidR="00CA03E0" w:rsidTr="00E22C8D">
        <w:tc>
          <w:tcPr>
            <w:tcW w:w="712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Катастарска 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парцела 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Површина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 w:rsidRPr="00E22C8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22C8D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834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Катастарска 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општина </w:t>
            </w:r>
          </w:p>
        </w:tc>
        <w:tc>
          <w:tcPr>
            <w:tcW w:w="2639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Начин коришћења земљишта</w:t>
            </w:r>
          </w:p>
        </w:tc>
        <w:tc>
          <w:tcPr>
            <w:tcW w:w="1721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Врста права 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Обим удела</w:t>
            </w:r>
          </w:p>
        </w:tc>
      </w:tr>
      <w:tr w:rsidR="00CA03E0" w:rsidTr="00E22C8D">
        <w:tc>
          <w:tcPr>
            <w:tcW w:w="712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1. </w:t>
            </w: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6023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209</w:t>
            </w:r>
          </w:p>
        </w:tc>
        <w:tc>
          <w:tcPr>
            <w:tcW w:w="1834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КО Врање 1</w:t>
            </w:r>
          </w:p>
        </w:tc>
        <w:tc>
          <w:tcPr>
            <w:tcW w:w="2639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721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Својина 1/1</w:t>
            </w:r>
          </w:p>
        </w:tc>
      </w:tr>
    </w:tbl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Pr="001D499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XII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локација бр. 12( 3 грађевинске парцеле) – у Врању у улици Чеде Стајића.</w:t>
      </w: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Default="00CA03E0" w:rsidP="0057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E623B2">
        <w:rPr>
          <w:rFonts w:ascii="Times New Roman" w:hAnsi="Times New Roman"/>
          <w:sz w:val="24"/>
          <w:szCs w:val="24"/>
        </w:rPr>
        <w:t>намена – становање средњих густина – изградња индивидуалних једнопородичних стамбених објеката, вишепородичних објеката и компатибилних садржаја који иду уз становање, објеката намењених за становање, на основу услова предвиђеним у Плану Генералне регулације зоне 3 у Врању (Сл. Гласник града Врања бр.18/2011), по степену комуналне опремљености налази се у трећој зони.</w:t>
      </w:r>
    </w:p>
    <w:p w:rsidR="00CA03E0" w:rsidRPr="00595A8D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Pr="00B812B1" w:rsidRDefault="00CA03E0" w:rsidP="0059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3"/>
        <w:gridCol w:w="1586"/>
        <w:gridCol w:w="1291"/>
        <w:gridCol w:w="1862"/>
        <w:gridCol w:w="2592"/>
        <w:gridCol w:w="1737"/>
      </w:tblGrid>
      <w:tr w:rsidR="00CA03E0" w:rsidTr="00E22C8D">
        <w:tc>
          <w:tcPr>
            <w:tcW w:w="713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1586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Катастарска 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парцела </w:t>
            </w:r>
          </w:p>
        </w:tc>
        <w:tc>
          <w:tcPr>
            <w:tcW w:w="1291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Површина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E22C8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Pr="00E22C8D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86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Катастарска 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општина </w:t>
            </w:r>
          </w:p>
        </w:tc>
        <w:tc>
          <w:tcPr>
            <w:tcW w:w="259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Начин коришћења земљишта</w:t>
            </w:r>
          </w:p>
        </w:tc>
        <w:tc>
          <w:tcPr>
            <w:tcW w:w="1737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Врста права 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Обим удела</w:t>
            </w:r>
          </w:p>
        </w:tc>
      </w:tr>
      <w:tr w:rsidR="00CA03E0" w:rsidTr="00E22C8D">
        <w:tc>
          <w:tcPr>
            <w:tcW w:w="713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86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4385/5</w:t>
            </w:r>
          </w:p>
        </w:tc>
        <w:tc>
          <w:tcPr>
            <w:tcW w:w="1291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386</w:t>
            </w:r>
          </w:p>
        </w:tc>
        <w:tc>
          <w:tcPr>
            <w:tcW w:w="186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КО Врање 1</w:t>
            </w:r>
          </w:p>
        </w:tc>
        <w:tc>
          <w:tcPr>
            <w:tcW w:w="259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737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Tr="00E22C8D">
        <w:tc>
          <w:tcPr>
            <w:tcW w:w="713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86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4385/6</w:t>
            </w:r>
          </w:p>
        </w:tc>
        <w:tc>
          <w:tcPr>
            <w:tcW w:w="1291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384</w:t>
            </w:r>
          </w:p>
        </w:tc>
        <w:tc>
          <w:tcPr>
            <w:tcW w:w="186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КО Врање 1</w:t>
            </w:r>
          </w:p>
        </w:tc>
        <w:tc>
          <w:tcPr>
            <w:tcW w:w="259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737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Својина 1/1</w:t>
            </w:r>
          </w:p>
        </w:tc>
      </w:tr>
      <w:tr w:rsidR="00CA03E0" w:rsidTr="00E22C8D">
        <w:tc>
          <w:tcPr>
            <w:tcW w:w="713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586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4385/8</w:t>
            </w:r>
          </w:p>
        </w:tc>
        <w:tc>
          <w:tcPr>
            <w:tcW w:w="1291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385</w:t>
            </w:r>
          </w:p>
        </w:tc>
        <w:tc>
          <w:tcPr>
            <w:tcW w:w="186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КО Врање 1</w:t>
            </w:r>
          </w:p>
        </w:tc>
        <w:tc>
          <w:tcPr>
            <w:tcW w:w="2592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1737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Својина 1/1</w:t>
            </w:r>
          </w:p>
        </w:tc>
      </w:tr>
    </w:tbl>
    <w:p w:rsidR="00CA03E0" w:rsidRPr="0057203C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XIII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локација бр.1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3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( 1 грађевинска парцела) – у Врању у улици Радоје Дакића</w:t>
      </w: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Default="00CA03E0" w:rsidP="00DE50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E623B2">
        <w:rPr>
          <w:rFonts w:ascii="Times New Roman" w:hAnsi="Times New Roman"/>
          <w:sz w:val="24"/>
          <w:szCs w:val="24"/>
        </w:rPr>
        <w:t>намена – становање средњих густина – изградња индивидуалних једнопородичних стамбених објеката, вишепородичних објеката и компатибилних садржаја који иду уз становање, објеката намењених за становање, на основу услова предвиђеним у Плану Генералне регулације зоне 3 у Врању (Сл. Гласник града Врања бр.18/2011), по степену комуналне опремљености налази се у трећој зони.</w:t>
      </w: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Default="00CA03E0" w:rsidP="00D4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2"/>
        <w:gridCol w:w="1513"/>
        <w:gridCol w:w="1337"/>
        <w:gridCol w:w="1853"/>
        <w:gridCol w:w="2624"/>
        <w:gridCol w:w="1742"/>
      </w:tblGrid>
      <w:tr w:rsidR="00CA03E0" w:rsidTr="00E22C8D">
        <w:tc>
          <w:tcPr>
            <w:tcW w:w="712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Катстарска парцела 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en-U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Површина у </w:t>
            </w:r>
            <w:r w:rsidRPr="00E22C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</w:t>
            </w:r>
            <w:r w:rsidRPr="00E22C8D"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Катастарска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општина </w:t>
            </w:r>
          </w:p>
        </w:tc>
        <w:tc>
          <w:tcPr>
            <w:tcW w:w="2624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Начин коришећња земљишта</w:t>
            </w:r>
          </w:p>
        </w:tc>
        <w:tc>
          <w:tcPr>
            <w:tcW w:w="1742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Врста и права 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Обим удела</w:t>
            </w:r>
          </w:p>
        </w:tc>
      </w:tr>
      <w:tr w:rsidR="00CA03E0" w:rsidRPr="0071652B" w:rsidTr="00E22C8D">
        <w:tc>
          <w:tcPr>
            <w:tcW w:w="712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11895/1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439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КО Врањe 1</w:t>
            </w:r>
          </w:p>
        </w:tc>
        <w:tc>
          <w:tcPr>
            <w:tcW w:w="2624" w:type="dxa"/>
            <w:tcBorders>
              <w:left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Грађевинско земљиште </w:t>
            </w:r>
          </w:p>
        </w:tc>
        <w:tc>
          <w:tcPr>
            <w:tcW w:w="1742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Својина 1/1</w:t>
            </w:r>
          </w:p>
        </w:tc>
      </w:tr>
    </w:tbl>
    <w:p w:rsidR="00CA03E0" w:rsidRPr="00884353" w:rsidRDefault="00CA03E0" w:rsidP="00DC20A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</w:p>
    <w:p w:rsidR="00CA03E0" w:rsidRPr="00CB782A" w:rsidRDefault="00CA03E0" w:rsidP="00DC20A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sz w:val="24"/>
          <w:szCs w:val="24"/>
          <w:lang w:val="en-US"/>
        </w:rPr>
      </w:pPr>
    </w:p>
    <w:p w:rsidR="00CA03E0" w:rsidRPr="00CB782A" w:rsidRDefault="00CA03E0" w:rsidP="00DC20A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XIV</w:t>
      </w:r>
      <w:r w:rsidRPr="00CB782A">
        <w:rPr>
          <w:rFonts w:ascii="Times New Roman" w:hAnsi="Times New Roman"/>
          <w:b/>
          <w:bCs/>
          <w:i/>
          <w:sz w:val="24"/>
          <w:szCs w:val="24"/>
          <w:lang w:val="sr-Cyrl-CS"/>
        </w:rPr>
        <w:t xml:space="preserve"> локација бр. </w:t>
      </w:r>
      <w:r>
        <w:rPr>
          <w:rFonts w:ascii="Times New Roman" w:hAnsi="Times New Roman"/>
          <w:b/>
          <w:bCs/>
          <w:i/>
          <w:sz w:val="24"/>
          <w:szCs w:val="24"/>
          <w:lang w:val="sr-Cyrl-CS"/>
        </w:rPr>
        <w:t>1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4</w:t>
      </w:r>
      <w:r w:rsidRPr="00CB782A">
        <w:rPr>
          <w:rFonts w:ascii="Times New Roman" w:hAnsi="Times New Roman"/>
          <w:b/>
          <w:bCs/>
          <w:i/>
          <w:sz w:val="24"/>
          <w:szCs w:val="24"/>
          <w:lang w:val="sr-Cyrl-CS"/>
        </w:rPr>
        <w:t xml:space="preserve"> ( 1 грађевинска парцела) </w:t>
      </w:r>
      <w:r>
        <w:rPr>
          <w:rFonts w:ascii="Times New Roman" w:hAnsi="Times New Roman"/>
          <w:b/>
          <w:bCs/>
          <w:i/>
          <w:sz w:val="24"/>
          <w:szCs w:val="24"/>
          <w:lang w:val="sr-Cyrl-CS"/>
        </w:rPr>
        <w:t xml:space="preserve">у Врању, улици </w:t>
      </w:r>
      <w:r w:rsidRPr="00CB782A">
        <w:rPr>
          <w:rFonts w:ascii="Times New Roman" w:hAnsi="Times New Roman"/>
          <w:b/>
          <w:bCs/>
          <w:i/>
          <w:sz w:val="24"/>
          <w:szCs w:val="24"/>
          <w:lang w:val="sr-Cyrl-CS"/>
        </w:rPr>
        <w:t>Ситничкој</w:t>
      </w:r>
      <w:r>
        <w:rPr>
          <w:rFonts w:ascii="Times New Roman" w:hAnsi="Times New Roman"/>
          <w:b/>
          <w:bCs/>
          <w:i/>
          <w:sz w:val="24"/>
          <w:szCs w:val="24"/>
          <w:lang w:val="sr-Cyrl-CS"/>
        </w:rPr>
        <w:t>.</w:t>
      </w:r>
    </w:p>
    <w:p w:rsidR="00CA03E0" w:rsidRDefault="00CA03E0" w:rsidP="00DC20A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Default="00CA03E0" w:rsidP="001D499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Намена </w:t>
      </w:r>
      <w:r>
        <w:rPr>
          <w:rFonts w:ascii="Times New Roman" w:hAnsi="Times New Roman"/>
          <w:sz w:val="24"/>
          <w:szCs w:val="24"/>
          <w:lang w:val="sr-Cyrl-CS"/>
        </w:rPr>
        <w:t>- становање малих густина – појас пословно услужни садржаји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623B2">
        <w:rPr>
          <w:rFonts w:ascii="Times New Roman" w:hAnsi="Times New Roman"/>
          <w:sz w:val="24"/>
          <w:szCs w:val="24"/>
        </w:rPr>
        <w:t>изградња индивидуалних једнопородичних стамбених об</w:t>
      </w:r>
      <w:r>
        <w:rPr>
          <w:rFonts w:ascii="Times New Roman" w:hAnsi="Times New Roman"/>
          <w:sz w:val="24"/>
          <w:szCs w:val="24"/>
        </w:rPr>
        <w:t xml:space="preserve">јеката </w:t>
      </w:r>
      <w:r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Pr="00E623B2">
        <w:rPr>
          <w:rFonts w:ascii="Times New Roman" w:hAnsi="Times New Roman"/>
          <w:sz w:val="24"/>
          <w:szCs w:val="24"/>
        </w:rPr>
        <w:t>изградња производних и индустријских објеката, на основу услова предвиђеним у Плану детаљне регулациј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 xml:space="preserve"> зоне 4 </w:t>
      </w:r>
      <w:r w:rsidRPr="00E623B2">
        <w:rPr>
          <w:rFonts w:ascii="Times New Roman" w:hAnsi="Times New Roman"/>
          <w:sz w:val="24"/>
          <w:szCs w:val="24"/>
        </w:rPr>
        <w:t>у Врању („Сл.гласник</w:t>
      </w:r>
      <w:r>
        <w:rPr>
          <w:rFonts w:ascii="Times New Roman" w:hAnsi="Times New Roman"/>
          <w:sz w:val="24"/>
          <w:szCs w:val="24"/>
        </w:rPr>
        <w:t xml:space="preserve"> града Врања“ бр.</w:t>
      </w:r>
      <w:r>
        <w:rPr>
          <w:rFonts w:ascii="Times New Roman" w:hAnsi="Times New Roman"/>
          <w:sz w:val="24"/>
          <w:szCs w:val="24"/>
          <w:lang w:val="sr-Cyrl-CS"/>
        </w:rPr>
        <w:t>6/15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  <w:lang w:val="sr-Cyrl-CS"/>
        </w:rPr>
        <w:t>6</w:t>
      </w:r>
      <w:r w:rsidRPr="00E623B2">
        <w:rPr>
          <w:rFonts w:ascii="Times New Roman" w:hAnsi="Times New Roman"/>
          <w:sz w:val="24"/>
          <w:szCs w:val="24"/>
        </w:rPr>
        <w:t>), по степену комуналне о</w:t>
      </w:r>
      <w:r>
        <w:rPr>
          <w:rFonts w:ascii="Times New Roman" w:hAnsi="Times New Roman"/>
          <w:sz w:val="24"/>
          <w:szCs w:val="24"/>
        </w:rPr>
        <w:t xml:space="preserve">премљености налази се у </w:t>
      </w:r>
      <w:r>
        <w:rPr>
          <w:rFonts w:ascii="Times New Roman" w:hAnsi="Times New Roman"/>
          <w:sz w:val="24"/>
          <w:szCs w:val="24"/>
          <w:lang w:val="sr-Cyrl-CS"/>
        </w:rPr>
        <w:t>трећој</w:t>
      </w:r>
      <w:r w:rsidRPr="00E623B2">
        <w:rPr>
          <w:rFonts w:ascii="Times New Roman" w:hAnsi="Times New Roman"/>
          <w:sz w:val="24"/>
          <w:szCs w:val="24"/>
        </w:rPr>
        <w:t xml:space="preserve"> зони.</w:t>
      </w:r>
    </w:p>
    <w:p w:rsidR="00CA03E0" w:rsidRPr="00702101" w:rsidRDefault="00CA03E0" w:rsidP="001D499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sr-Cyrl-CS"/>
        </w:rPr>
      </w:pPr>
    </w:p>
    <w:p w:rsidR="00CA03E0" w:rsidRPr="00E623B2" w:rsidRDefault="00CA03E0" w:rsidP="00CB7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2"/>
        <w:gridCol w:w="2287"/>
        <w:gridCol w:w="1900"/>
        <w:gridCol w:w="236"/>
        <w:gridCol w:w="2728"/>
        <w:gridCol w:w="1882"/>
      </w:tblGrid>
      <w:tr w:rsidR="00CA03E0" w:rsidTr="00E22C8D">
        <w:trPr>
          <w:trHeight w:val="604"/>
        </w:trPr>
        <w:tc>
          <w:tcPr>
            <w:tcW w:w="604" w:type="dxa"/>
            <w:tcBorders>
              <w:bottom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2315" w:type="dxa"/>
            <w:tcBorders>
              <w:left w:val="single" w:sz="4" w:space="0" w:color="auto"/>
              <w:bottom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Катастарска парцела </w:t>
            </w:r>
          </w:p>
        </w:tc>
        <w:tc>
          <w:tcPr>
            <w:tcW w:w="1921" w:type="dxa"/>
            <w:tcBorders>
              <w:bottom w:val="single" w:sz="4" w:space="0" w:color="auto"/>
              <w:right w:val="nil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en-U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Површина у </w:t>
            </w:r>
            <w:r w:rsidRPr="00E22C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</w:t>
            </w:r>
            <w:r w:rsidRPr="00E22C8D"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2" w:type="dxa"/>
            <w:tcBorders>
              <w:left w:val="nil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Начин коришћења земљишта</w:t>
            </w:r>
          </w:p>
        </w:tc>
        <w:tc>
          <w:tcPr>
            <w:tcW w:w="1910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Врста и права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Обим удела</w:t>
            </w:r>
          </w:p>
        </w:tc>
      </w:tr>
      <w:tr w:rsidR="00CA03E0" w:rsidTr="00E22C8D">
        <w:trPr>
          <w:trHeight w:val="310"/>
        </w:trPr>
        <w:tc>
          <w:tcPr>
            <w:tcW w:w="604" w:type="dxa"/>
            <w:tcBorders>
              <w:top w:val="single" w:sz="4" w:space="0" w:color="auto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6293/5</w:t>
            </w:r>
          </w:p>
        </w:tc>
        <w:tc>
          <w:tcPr>
            <w:tcW w:w="1921" w:type="dxa"/>
            <w:tcBorders>
              <w:top w:val="single" w:sz="4" w:space="0" w:color="auto"/>
              <w:right w:val="nil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696</w:t>
            </w:r>
          </w:p>
        </w:tc>
        <w:tc>
          <w:tcPr>
            <w:tcW w:w="222" w:type="dxa"/>
            <w:tcBorders>
              <w:left w:val="nil"/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Грађевинск земљиште </w:t>
            </w:r>
          </w:p>
        </w:tc>
        <w:tc>
          <w:tcPr>
            <w:tcW w:w="1910" w:type="dxa"/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Својина 1/1</w:t>
            </w:r>
          </w:p>
        </w:tc>
      </w:tr>
    </w:tbl>
    <w:p w:rsidR="00CA03E0" w:rsidRDefault="00CA03E0" w:rsidP="00F6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:rsidR="00CA03E0" w:rsidRPr="00DE501E" w:rsidRDefault="00CA03E0" w:rsidP="00F6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:rsidR="00CA03E0" w:rsidRDefault="00CA03E0" w:rsidP="00F6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:rsidR="00CA03E0" w:rsidRPr="00F64777" w:rsidRDefault="00CA03E0" w:rsidP="00F6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val="sr-Cyrl-CS"/>
        </w:rPr>
      </w:pPr>
      <w:r w:rsidRPr="00F64777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XV </w:t>
      </w:r>
      <w:r w:rsidRPr="00F64777">
        <w:rPr>
          <w:rFonts w:ascii="Times New Roman" w:hAnsi="Times New Roman"/>
          <w:b/>
          <w:bCs/>
          <w:i/>
          <w:sz w:val="24"/>
          <w:szCs w:val="24"/>
          <w:lang w:val="sr-Cyrl-CS"/>
        </w:rPr>
        <w:t>локација  бр. 1</w:t>
      </w:r>
      <w:r>
        <w:rPr>
          <w:rFonts w:ascii="Times New Roman" w:hAnsi="Times New Roman"/>
          <w:b/>
          <w:bCs/>
          <w:i/>
          <w:sz w:val="24"/>
          <w:szCs w:val="24"/>
          <w:lang w:val="sr-Cyrl-CS"/>
        </w:rPr>
        <w:t>5</w:t>
      </w:r>
      <w:r w:rsidRPr="00F64777">
        <w:rPr>
          <w:rFonts w:ascii="Times New Roman" w:hAnsi="Times New Roman"/>
          <w:b/>
          <w:bCs/>
          <w:i/>
          <w:sz w:val="24"/>
          <w:szCs w:val="24"/>
          <w:lang w:val="sr-Cyrl-CS"/>
        </w:rPr>
        <w:t xml:space="preserve"> ( 1 грађевинска п</w:t>
      </w:r>
      <w:r>
        <w:rPr>
          <w:rFonts w:ascii="Times New Roman" w:hAnsi="Times New Roman"/>
          <w:b/>
          <w:bCs/>
          <w:i/>
          <w:sz w:val="24"/>
          <w:szCs w:val="24"/>
          <w:lang w:val="sr-Cyrl-CS"/>
        </w:rPr>
        <w:t>арцела) у Врању, улици Генерала Белимарковића.</w:t>
      </w:r>
    </w:p>
    <w:p w:rsidR="00CA03E0" w:rsidRPr="00FF251A" w:rsidRDefault="00CA03E0" w:rsidP="00F6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A03E0" w:rsidRPr="00117135" w:rsidRDefault="00CA03E0" w:rsidP="00F6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Намена</w:t>
      </w:r>
      <w:r w:rsidRPr="00E623B2">
        <w:rPr>
          <w:rFonts w:ascii="Times New Roman" w:hAnsi="Times New Roman"/>
          <w:sz w:val="24"/>
          <w:szCs w:val="24"/>
        </w:rPr>
        <w:t xml:space="preserve"> – становање средњих густина – изградња индивидуалних једнопородичних стамбених објеката, вишепородичних објеката и компатибилних садржаја који иду уз становање, објеката намењених за становање, на основу услова предвиђеним у П</w:t>
      </w:r>
      <w:r>
        <w:rPr>
          <w:rFonts w:ascii="Times New Roman" w:hAnsi="Times New Roman"/>
          <w:sz w:val="24"/>
          <w:szCs w:val="24"/>
        </w:rPr>
        <w:t xml:space="preserve">лану Генералне регулације зоне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E623B2">
        <w:rPr>
          <w:rFonts w:ascii="Times New Roman" w:hAnsi="Times New Roman"/>
          <w:sz w:val="24"/>
          <w:szCs w:val="24"/>
        </w:rPr>
        <w:t xml:space="preserve"> у Врању (Сл</w:t>
      </w:r>
      <w:r>
        <w:rPr>
          <w:rFonts w:ascii="Times New Roman" w:hAnsi="Times New Roman"/>
          <w:sz w:val="24"/>
          <w:szCs w:val="24"/>
        </w:rPr>
        <w:t>. Гласник града Врања бр.</w:t>
      </w:r>
      <w:r w:rsidRPr="00117135">
        <w:rPr>
          <w:rFonts w:ascii="Times New Roman" w:hAnsi="Times New Roman"/>
          <w:sz w:val="24"/>
          <w:szCs w:val="24"/>
        </w:rPr>
        <w:t xml:space="preserve"> </w:t>
      </w:r>
      <w:r w:rsidRPr="00E623B2">
        <w:rPr>
          <w:rFonts w:ascii="Times New Roman" w:hAnsi="Times New Roman"/>
          <w:sz w:val="24"/>
          <w:szCs w:val="24"/>
        </w:rPr>
        <w:t xml:space="preserve">бр.33/2011), по степену комуналне </w:t>
      </w:r>
      <w:r>
        <w:rPr>
          <w:rFonts w:ascii="Times New Roman" w:hAnsi="Times New Roman"/>
          <w:sz w:val="24"/>
          <w:szCs w:val="24"/>
        </w:rPr>
        <w:t xml:space="preserve">опремљености налази се у </w:t>
      </w:r>
      <w:r>
        <w:rPr>
          <w:rFonts w:ascii="Times New Roman" w:hAnsi="Times New Roman"/>
          <w:sz w:val="24"/>
          <w:szCs w:val="24"/>
          <w:lang w:val="sr-Cyrl-CS"/>
        </w:rPr>
        <w:t xml:space="preserve"> првој </w:t>
      </w:r>
      <w:r w:rsidRPr="00E623B2">
        <w:rPr>
          <w:rFonts w:ascii="Times New Roman" w:hAnsi="Times New Roman"/>
          <w:sz w:val="24"/>
          <w:szCs w:val="24"/>
        </w:rPr>
        <w:t>зони.</w:t>
      </w:r>
    </w:p>
    <w:p w:rsidR="00CA03E0" w:rsidRDefault="00CA03E0" w:rsidP="00F64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2"/>
        <w:gridCol w:w="1756"/>
        <w:gridCol w:w="2732"/>
        <w:gridCol w:w="3208"/>
        <w:gridCol w:w="1918"/>
      </w:tblGrid>
      <w:tr w:rsidR="00CA03E0" w:rsidTr="00E22C8D">
        <w:tc>
          <w:tcPr>
            <w:tcW w:w="690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Р.бр</w:t>
            </w:r>
          </w:p>
        </w:tc>
        <w:tc>
          <w:tcPr>
            <w:tcW w:w="1826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Катастарска парцела </w:t>
            </w:r>
          </w:p>
        </w:tc>
        <w:tc>
          <w:tcPr>
            <w:tcW w:w="3075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Површина  у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22C8D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3610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Начин коришћења земљишта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Врста и права</w:t>
            </w:r>
          </w:p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Обим удела</w:t>
            </w:r>
          </w:p>
        </w:tc>
      </w:tr>
      <w:tr w:rsidR="00CA03E0" w:rsidTr="00E22C8D">
        <w:tc>
          <w:tcPr>
            <w:tcW w:w="690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26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7370</w:t>
            </w:r>
          </w:p>
        </w:tc>
        <w:tc>
          <w:tcPr>
            <w:tcW w:w="3075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205</w:t>
            </w:r>
          </w:p>
        </w:tc>
        <w:tc>
          <w:tcPr>
            <w:tcW w:w="3610" w:type="dxa"/>
            <w:tcBorders>
              <w:righ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Грађевинско земљиште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A03E0" w:rsidRPr="00E22C8D" w:rsidRDefault="00CA03E0" w:rsidP="00E22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2C8D">
              <w:rPr>
                <w:rFonts w:ascii="Times New Roman" w:hAnsi="Times New Roman"/>
                <w:sz w:val="24"/>
                <w:szCs w:val="24"/>
                <w:lang w:val="sr-Cyrl-CS"/>
              </w:rPr>
              <w:t>Својина 1/1</w:t>
            </w:r>
          </w:p>
        </w:tc>
      </w:tr>
    </w:tbl>
    <w:p w:rsidR="00CA03E0" w:rsidRPr="001D4990" w:rsidRDefault="00CA03E0" w:rsidP="00732A1A">
      <w:pPr>
        <w:rPr>
          <w:b/>
          <w:lang w:val="sr-Cyrl-CS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623B2">
        <w:rPr>
          <w:rFonts w:ascii="Times New Roman" w:hAnsi="Times New Roman"/>
          <w:bCs/>
          <w:sz w:val="24"/>
          <w:szCs w:val="24"/>
        </w:rPr>
        <w:t>V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623B2">
        <w:rPr>
          <w:rFonts w:ascii="Times New Roman" w:hAnsi="Times New Roman"/>
          <w:sz w:val="24"/>
          <w:szCs w:val="24"/>
        </w:rPr>
        <w:t>Начин отуђења и ближи услови за изградњу објеката биће дефинисани текстом Јавног огласа у складу са Одлуком о грађевинском земљишту у јавној својини града Врања („Службени гласник града Врања“ бр. 44/2016) и важећим планским актима.</w:t>
      </w: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/>
          <w:sz w:val="24"/>
          <w:szCs w:val="24"/>
        </w:rPr>
      </w:pPr>
    </w:p>
    <w:p w:rsidR="00CA03E0" w:rsidRPr="00E623B2" w:rsidRDefault="00CA03E0" w:rsidP="00906F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3B2">
        <w:rPr>
          <w:rFonts w:ascii="Times New Roman" w:hAnsi="Times New Roman"/>
          <w:sz w:val="24"/>
          <w:szCs w:val="24"/>
        </w:rPr>
        <w:t>VI</w:t>
      </w: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E623B2">
        <w:rPr>
          <w:rFonts w:ascii="Times New Roman" w:hAnsi="Times New Roman"/>
          <w:sz w:val="24"/>
          <w:szCs w:val="24"/>
        </w:rPr>
        <w:t>Ова одлука ступа на снагу следећег дана од дана објављивања у Службеном гласнику града Врања.</w:t>
      </w:r>
    </w:p>
    <w:p w:rsidR="00CA03E0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:rsidR="00CA03E0" w:rsidRPr="009A0CE8" w:rsidRDefault="00CA03E0" w:rsidP="00906F5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:rsidR="00CA03E0" w:rsidRPr="007A472B" w:rsidRDefault="00CA03E0" w:rsidP="009A0C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7A472B">
        <w:rPr>
          <w:rFonts w:ascii="Times New Roman" w:hAnsi="Times New Roman"/>
          <w:b/>
          <w:bCs/>
          <w:sz w:val="24"/>
          <w:szCs w:val="24"/>
        </w:rPr>
        <w:t>СКУПШТИНА ГРАДА ВРАЊА</w:t>
      </w:r>
    </w:p>
    <w:p w:rsidR="00CA03E0" w:rsidRPr="007A472B" w:rsidRDefault="00CA03E0" w:rsidP="009A0C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7A472B">
        <w:rPr>
          <w:rFonts w:ascii="Times New Roman" w:hAnsi="Times New Roman"/>
          <w:b/>
          <w:bCs/>
          <w:sz w:val="24"/>
          <w:szCs w:val="24"/>
          <w:lang w:val="sr-Cyrl-CS"/>
        </w:rPr>
        <w:t>25.01.2019.године, број: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418-4/2019-10</w:t>
      </w:r>
    </w:p>
    <w:p w:rsidR="00CA03E0" w:rsidRDefault="00CA03E0" w:rsidP="009A0CE8">
      <w:pPr>
        <w:jc w:val="center"/>
        <w:rPr>
          <w:lang w:val="sr-Cyrl-CS"/>
        </w:rPr>
      </w:pPr>
    </w:p>
    <w:p w:rsidR="00CA03E0" w:rsidRDefault="00CA03E0" w:rsidP="007A472B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                             </w:t>
      </w:r>
      <w:r w:rsidRPr="007A472B">
        <w:rPr>
          <w:rFonts w:ascii="Times New Roman" w:hAnsi="Times New Roman"/>
          <w:b/>
          <w:sz w:val="24"/>
          <w:szCs w:val="24"/>
          <w:lang w:val="sr-Cyrl-CS"/>
        </w:rPr>
        <w:t>ПРЕДСЕДНИК СКУПШТИНЕ</w:t>
      </w:r>
    </w:p>
    <w:p w:rsidR="00CA03E0" w:rsidRDefault="00CA03E0" w:rsidP="007A472B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Дејан Тричковић, спец.двм,с.р.</w:t>
      </w:r>
    </w:p>
    <w:p w:rsidR="00CA03E0" w:rsidRDefault="00CA03E0" w:rsidP="007A472B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ТАЧНОСТ ПРЕПИСА ОВЕРАВА:                               СЕКРЕТАР СКУПШТИНЕ</w:t>
      </w:r>
    </w:p>
    <w:p w:rsidR="00CA03E0" w:rsidRPr="007A472B" w:rsidRDefault="00CA03E0" w:rsidP="007A472B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          Марко Тричковић</w:t>
      </w:r>
    </w:p>
    <w:p w:rsidR="00CA03E0" w:rsidRPr="007A472B" w:rsidRDefault="00CA03E0" w:rsidP="007A472B">
      <w:pPr>
        <w:rPr>
          <w:rFonts w:ascii="Times New Roman" w:hAnsi="Times New Roman"/>
          <w:sz w:val="24"/>
          <w:szCs w:val="24"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     </w:t>
      </w:r>
    </w:p>
    <w:sectPr w:rsidR="00CA03E0" w:rsidRPr="007A472B" w:rsidSect="00B67559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8512C"/>
    <w:multiLevelType w:val="hybridMultilevel"/>
    <w:tmpl w:val="AB72C3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F55"/>
    <w:rsid w:val="00046D3A"/>
    <w:rsid w:val="0006041C"/>
    <w:rsid w:val="00064ED6"/>
    <w:rsid w:val="000A591C"/>
    <w:rsid w:val="000A7B77"/>
    <w:rsid w:val="000E62CB"/>
    <w:rsid w:val="00117135"/>
    <w:rsid w:val="00166DEB"/>
    <w:rsid w:val="00193B1D"/>
    <w:rsid w:val="001C54CD"/>
    <w:rsid w:val="001D4990"/>
    <w:rsid w:val="00222BF6"/>
    <w:rsid w:val="002804CD"/>
    <w:rsid w:val="00283794"/>
    <w:rsid w:val="002C1995"/>
    <w:rsid w:val="002C2438"/>
    <w:rsid w:val="002F6D43"/>
    <w:rsid w:val="00310B0A"/>
    <w:rsid w:val="00343E10"/>
    <w:rsid w:val="00356A90"/>
    <w:rsid w:val="00371C4A"/>
    <w:rsid w:val="00380F67"/>
    <w:rsid w:val="003917E3"/>
    <w:rsid w:val="003D33AD"/>
    <w:rsid w:val="00453C90"/>
    <w:rsid w:val="004A112F"/>
    <w:rsid w:val="004A6B5D"/>
    <w:rsid w:val="004E4E62"/>
    <w:rsid w:val="005315D3"/>
    <w:rsid w:val="005477E7"/>
    <w:rsid w:val="0056142C"/>
    <w:rsid w:val="00562D7A"/>
    <w:rsid w:val="0057203C"/>
    <w:rsid w:val="00580F1C"/>
    <w:rsid w:val="00595A8D"/>
    <w:rsid w:val="005B3165"/>
    <w:rsid w:val="00616C2A"/>
    <w:rsid w:val="006804B9"/>
    <w:rsid w:val="00702101"/>
    <w:rsid w:val="0070459E"/>
    <w:rsid w:val="0071652B"/>
    <w:rsid w:val="00732A1A"/>
    <w:rsid w:val="007535F0"/>
    <w:rsid w:val="007A472B"/>
    <w:rsid w:val="007D3C3C"/>
    <w:rsid w:val="00802E7A"/>
    <w:rsid w:val="00867D6D"/>
    <w:rsid w:val="00884353"/>
    <w:rsid w:val="008B2E77"/>
    <w:rsid w:val="00906F55"/>
    <w:rsid w:val="00911273"/>
    <w:rsid w:val="009300D7"/>
    <w:rsid w:val="00932CA0"/>
    <w:rsid w:val="009757FD"/>
    <w:rsid w:val="009A0CE8"/>
    <w:rsid w:val="009A7EEC"/>
    <w:rsid w:val="009D0C82"/>
    <w:rsid w:val="009E4538"/>
    <w:rsid w:val="00A04D9F"/>
    <w:rsid w:val="00A40475"/>
    <w:rsid w:val="00A423DC"/>
    <w:rsid w:val="00A55AE7"/>
    <w:rsid w:val="00A741DF"/>
    <w:rsid w:val="00A95B51"/>
    <w:rsid w:val="00AB2694"/>
    <w:rsid w:val="00AE2793"/>
    <w:rsid w:val="00B05B4D"/>
    <w:rsid w:val="00B42DED"/>
    <w:rsid w:val="00B51568"/>
    <w:rsid w:val="00B540AE"/>
    <w:rsid w:val="00B56F54"/>
    <w:rsid w:val="00B6435D"/>
    <w:rsid w:val="00B65D54"/>
    <w:rsid w:val="00B67559"/>
    <w:rsid w:val="00B729D5"/>
    <w:rsid w:val="00B812B1"/>
    <w:rsid w:val="00B81558"/>
    <w:rsid w:val="00B82486"/>
    <w:rsid w:val="00B8455E"/>
    <w:rsid w:val="00B97806"/>
    <w:rsid w:val="00BA7875"/>
    <w:rsid w:val="00BE3B61"/>
    <w:rsid w:val="00BE457F"/>
    <w:rsid w:val="00C00231"/>
    <w:rsid w:val="00C20D2F"/>
    <w:rsid w:val="00C54851"/>
    <w:rsid w:val="00C87D67"/>
    <w:rsid w:val="00C92501"/>
    <w:rsid w:val="00CA03E0"/>
    <w:rsid w:val="00CB4CA2"/>
    <w:rsid w:val="00CB782A"/>
    <w:rsid w:val="00CC316A"/>
    <w:rsid w:val="00CD784F"/>
    <w:rsid w:val="00D139C6"/>
    <w:rsid w:val="00D479C1"/>
    <w:rsid w:val="00DC20A1"/>
    <w:rsid w:val="00DE501E"/>
    <w:rsid w:val="00E22C8D"/>
    <w:rsid w:val="00E260F3"/>
    <w:rsid w:val="00E623B2"/>
    <w:rsid w:val="00EB6471"/>
    <w:rsid w:val="00EC3107"/>
    <w:rsid w:val="00F3593B"/>
    <w:rsid w:val="00F37B52"/>
    <w:rsid w:val="00F64777"/>
    <w:rsid w:val="00F73670"/>
    <w:rsid w:val="00FA30BF"/>
    <w:rsid w:val="00FC5D22"/>
    <w:rsid w:val="00FF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F55"/>
    <w:pPr>
      <w:spacing w:after="200" w:line="276" w:lineRule="auto"/>
      <w:jc w:val="both"/>
    </w:pPr>
    <w:rPr>
      <w:lang w:val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uiPriority w:val="99"/>
    <w:semiHidden/>
    <w:rsid w:val="00906F55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table" w:styleId="TableGrid">
    <w:name w:val="Table Grid"/>
    <w:basedOn w:val="TableNormal"/>
    <w:uiPriority w:val="99"/>
    <w:rsid w:val="00732A1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1">
    <w:name w:val="Char Char Char Char1"/>
    <w:basedOn w:val="Normal"/>
    <w:uiPriority w:val="99"/>
    <w:semiHidden/>
    <w:rsid w:val="00A423DC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table" w:styleId="LightShading">
    <w:name w:val="Light Shading"/>
    <w:basedOn w:val="TableNormal"/>
    <w:uiPriority w:val="99"/>
    <w:rsid w:val="006804B9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6804B9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99"/>
    <w:rsid w:val="006804B9"/>
    <w:rPr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ListParagraph">
    <w:name w:val="List Paragraph"/>
    <w:basedOn w:val="Normal"/>
    <w:uiPriority w:val="99"/>
    <w:qFormat/>
    <w:rsid w:val="00B675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8</Pages>
  <Words>2515</Words>
  <Characters>14336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mstosic</dc:creator>
  <cp:keywords/>
  <dc:description/>
  <cp:lastModifiedBy>sdjokovic</cp:lastModifiedBy>
  <cp:revision>10</cp:revision>
  <cp:lastPrinted>2019-01-28T12:57:00Z</cp:lastPrinted>
  <dcterms:created xsi:type="dcterms:W3CDTF">2019-01-19T12:21:00Z</dcterms:created>
  <dcterms:modified xsi:type="dcterms:W3CDTF">2019-01-30T08:54:00Z</dcterms:modified>
</cp:coreProperties>
</file>